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FEF687" w14:textId="77777777" w:rsidR="007017A5" w:rsidRPr="00277612" w:rsidRDefault="007017A5">
      <w:pPr>
        <w:rPr>
          <w:rStyle w:val="Krepko"/>
        </w:rPr>
      </w:pPr>
    </w:p>
    <w:tbl>
      <w:tblPr>
        <w:tblW w:w="0" w:type="auto"/>
        <w:jc w:val="center"/>
        <w:tblLayout w:type="fixed"/>
        <w:tblCellMar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5245"/>
        <w:gridCol w:w="2052"/>
      </w:tblGrid>
      <w:tr w:rsidR="00720E2F" w14:paraId="3145EAD7" w14:textId="77777777" w:rsidTr="00413671">
        <w:trPr>
          <w:jc w:val="center"/>
        </w:trPr>
        <w:tc>
          <w:tcPr>
            <w:tcW w:w="1913" w:type="dxa"/>
            <w:vAlign w:val="center"/>
          </w:tcPr>
          <w:p w14:paraId="12761FF8" w14:textId="77777777" w:rsidR="00720E2F" w:rsidRDefault="00D353CD" w:rsidP="0085160E">
            <w:pPr>
              <w:pStyle w:val="Glava"/>
            </w:pPr>
            <w:r>
              <w:rPr>
                <w:noProof/>
                <w:lang w:eastAsia="sl-SI"/>
              </w:rPr>
              <w:drawing>
                <wp:anchor distT="0" distB="0" distL="114300" distR="114300" simplePos="0" relativeHeight="251657728" behindDoc="0" locked="0" layoutInCell="1" allowOverlap="1" wp14:anchorId="57E93D7E" wp14:editId="29E8F3E6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695325" cy="790575"/>
                  <wp:effectExtent l="0" t="0" r="9525" b="9525"/>
                  <wp:wrapSquare wrapText="bothSides"/>
                  <wp:docPr id="2" name="Slika 16" descr="G:\MOJCA\stye\grb_horju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6" descr="G:\MOJCA\stye\grb_horju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245" w:type="dxa"/>
            <w:vAlign w:val="center"/>
          </w:tcPr>
          <w:p w14:paraId="58B531A7" w14:textId="77777777" w:rsidR="00720E2F" w:rsidRPr="00413671" w:rsidRDefault="00720E2F" w:rsidP="00413671">
            <w:pPr>
              <w:jc w:val="center"/>
              <w:rPr>
                <w:b/>
              </w:rPr>
            </w:pPr>
            <w:r w:rsidRPr="00413671">
              <w:rPr>
                <w:b/>
                <w:shd w:val="pct5" w:color="auto" w:fill="FFFFFF"/>
              </w:rPr>
              <w:t>OBČINA HORJUL</w:t>
            </w:r>
          </w:p>
          <w:p w14:paraId="3A3EB53A" w14:textId="77777777" w:rsidR="00720E2F" w:rsidRPr="00413671" w:rsidRDefault="00720E2F" w:rsidP="00413671">
            <w:pPr>
              <w:jc w:val="center"/>
              <w:rPr>
                <w:color w:val="000000"/>
                <w:sz w:val="20"/>
                <w:szCs w:val="20"/>
              </w:rPr>
            </w:pPr>
            <w:r w:rsidRPr="00413671">
              <w:rPr>
                <w:color w:val="000000"/>
                <w:sz w:val="20"/>
                <w:szCs w:val="20"/>
              </w:rPr>
              <w:t>Občinski trg 1</w:t>
            </w:r>
          </w:p>
          <w:p w14:paraId="12BB3895" w14:textId="77777777" w:rsidR="00720E2F" w:rsidRPr="00413671" w:rsidRDefault="00720E2F" w:rsidP="00413671">
            <w:pPr>
              <w:jc w:val="center"/>
              <w:rPr>
                <w:sz w:val="20"/>
                <w:szCs w:val="20"/>
              </w:rPr>
            </w:pPr>
            <w:r w:rsidRPr="00413671">
              <w:rPr>
                <w:sz w:val="20"/>
                <w:szCs w:val="20"/>
              </w:rPr>
              <w:t>1354 HORJUL</w:t>
            </w:r>
          </w:p>
          <w:p w14:paraId="33765CAF" w14:textId="1FDF398F" w:rsidR="00720E2F" w:rsidRDefault="00720E2F" w:rsidP="00413671">
            <w:pPr>
              <w:pStyle w:val="Glava"/>
              <w:jc w:val="center"/>
            </w:pPr>
            <w:r w:rsidRPr="00413671">
              <w:rPr>
                <w:rFonts w:ascii="Wingdings" w:hAnsi="Wingdings"/>
                <w:snapToGrid w:val="0"/>
                <w:sz w:val="20"/>
                <w:shd w:val="pct5" w:color="auto" w:fill="FFFFFF"/>
                <w:lang w:eastAsia="sl-SI"/>
              </w:rPr>
              <w:t></w:t>
            </w:r>
            <w:r w:rsidRPr="00413671">
              <w:rPr>
                <w:sz w:val="20"/>
                <w:shd w:val="pct5" w:color="auto" w:fill="FFFFFF"/>
              </w:rPr>
              <w:t xml:space="preserve">(01) 7591 120    </w:t>
            </w:r>
            <w:r w:rsidRPr="00413671">
              <w:rPr>
                <w:sz w:val="20"/>
                <w:shd w:val="pct5" w:color="auto" w:fill="FFFFFF"/>
              </w:rPr>
              <w:br/>
              <w:t>E-mail: obcina@horjul.si</w:t>
            </w:r>
          </w:p>
        </w:tc>
        <w:tc>
          <w:tcPr>
            <w:tcW w:w="2052" w:type="dxa"/>
            <w:vAlign w:val="center"/>
          </w:tcPr>
          <w:p w14:paraId="5ECE7406" w14:textId="77777777" w:rsidR="00720E2F" w:rsidRDefault="00720E2F" w:rsidP="00214EFA">
            <w:pPr>
              <w:pStyle w:val="Glava"/>
              <w:jc w:val="center"/>
            </w:pPr>
          </w:p>
        </w:tc>
      </w:tr>
    </w:tbl>
    <w:p w14:paraId="624EF9B8" w14:textId="77777777" w:rsidR="00720E2F" w:rsidRDefault="00720E2F" w:rsidP="00720E2F"/>
    <w:p w14:paraId="087B43BE" w14:textId="77777777" w:rsidR="009C36FB" w:rsidRDefault="009C36FB" w:rsidP="007A0124">
      <w:pPr>
        <w:rPr>
          <w:color w:val="000000" w:themeColor="text1"/>
        </w:rPr>
      </w:pPr>
    </w:p>
    <w:p w14:paraId="4F6E085C" w14:textId="38CBFD29" w:rsidR="007A0124" w:rsidRPr="00680705" w:rsidRDefault="007A0124" w:rsidP="007A0124">
      <w:r w:rsidRPr="00680705">
        <w:t>Štev</w:t>
      </w:r>
      <w:r w:rsidR="00E76BE9" w:rsidRPr="00680705">
        <w:t>ilka</w:t>
      </w:r>
      <w:r w:rsidR="009368C3" w:rsidRPr="00680705">
        <w:t xml:space="preserve">: </w:t>
      </w:r>
      <w:r w:rsidR="00A66289" w:rsidRPr="00680705">
        <w:t>9000-000</w:t>
      </w:r>
      <w:r w:rsidR="00B24D60" w:rsidRPr="00680705">
        <w:t>4</w:t>
      </w:r>
      <w:r w:rsidR="00A66289" w:rsidRPr="00680705">
        <w:t>/202</w:t>
      </w:r>
      <w:r w:rsidR="00C33AA4" w:rsidRPr="00680705">
        <w:t>4</w:t>
      </w:r>
    </w:p>
    <w:p w14:paraId="4B43821F" w14:textId="51360128" w:rsidR="00C26EDC" w:rsidRPr="0051241E" w:rsidRDefault="00886DF7" w:rsidP="00D353CD">
      <w:r w:rsidRPr="0051241E">
        <w:t>Datum:</w:t>
      </w:r>
      <w:r w:rsidR="00445D5E" w:rsidRPr="0051241E">
        <w:t xml:space="preserve"> </w:t>
      </w:r>
      <w:r w:rsidR="00A66289" w:rsidRPr="0051241E">
        <w:t xml:space="preserve"> </w:t>
      </w:r>
      <w:r w:rsidR="0050588E" w:rsidRPr="0051241E">
        <w:t xml:space="preserve"> </w:t>
      </w:r>
      <w:r w:rsidR="00D52C70" w:rsidRPr="0051241E">
        <w:t>26</w:t>
      </w:r>
      <w:r w:rsidR="008770F6" w:rsidRPr="0051241E">
        <w:t>.09.2024</w:t>
      </w:r>
    </w:p>
    <w:p w14:paraId="77E3AAC9" w14:textId="77777777" w:rsidR="00E13387" w:rsidRPr="002C24E4" w:rsidRDefault="00E13387" w:rsidP="00D353CD"/>
    <w:p w14:paraId="741BE4D1" w14:textId="77777777" w:rsidR="007667B8" w:rsidRPr="00652623" w:rsidRDefault="007667B8" w:rsidP="00D353CD"/>
    <w:p w14:paraId="6D26133E" w14:textId="77777777" w:rsidR="00E13387" w:rsidRPr="00652623" w:rsidRDefault="00E13387" w:rsidP="00D353CD"/>
    <w:p w14:paraId="68BD3253" w14:textId="77777777" w:rsidR="00D353CD" w:rsidRPr="00652623" w:rsidRDefault="00D353CD" w:rsidP="00D353CD">
      <w:pPr>
        <w:jc w:val="center"/>
        <w:rPr>
          <w:b/>
          <w:sz w:val="32"/>
        </w:rPr>
      </w:pPr>
      <w:r w:rsidRPr="00652623">
        <w:rPr>
          <w:b/>
          <w:sz w:val="32"/>
        </w:rPr>
        <w:t xml:space="preserve">S K L I C U J E M </w:t>
      </w:r>
    </w:p>
    <w:p w14:paraId="0C900342" w14:textId="77777777" w:rsidR="00D42E9A" w:rsidRDefault="00D42E9A" w:rsidP="00D42E9A">
      <w:pPr>
        <w:rPr>
          <w:sz w:val="28"/>
        </w:rPr>
      </w:pPr>
      <w:r>
        <w:rPr>
          <w:sz w:val="28"/>
        </w:rPr>
        <w:tab/>
      </w:r>
    </w:p>
    <w:p w14:paraId="6E1318E8" w14:textId="34C951C3" w:rsidR="00D353CD" w:rsidRPr="00D42E9A" w:rsidRDefault="00061351" w:rsidP="00D42E9A">
      <w:pPr>
        <w:jc w:val="center"/>
        <w:rPr>
          <w:sz w:val="28"/>
        </w:rPr>
      </w:pPr>
      <w:r>
        <w:rPr>
          <w:sz w:val="28"/>
        </w:rPr>
        <w:t>1</w:t>
      </w:r>
      <w:r w:rsidR="00B24D60">
        <w:rPr>
          <w:sz w:val="28"/>
        </w:rPr>
        <w:t>2</w:t>
      </w:r>
      <w:r w:rsidR="00D42E9A">
        <w:rPr>
          <w:sz w:val="28"/>
        </w:rPr>
        <w:t xml:space="preserve">. </w:t>
      </w:r>
      <w:r w:rsidR="00C85FB9" w:rsidRPr="00D42E9A">
        <w:rPr>
          <w:sz w:val="28"/>
        </w:rPr>
        <w:t xml:space="preserve">redno </w:t>
      </w:r>
      <w:r w:rsidR="00C82675" w:rsidRPr="00D42E9A">
        <w:rPr>
          <w:sz w:val="28"/>
        </w:rPr>
        <w:t xml:space="preserve">sejo </w:t>
      </w:r>
      <w:r w:rsidR="00D353CD" w:rsidRPr="00D42E9A">
        <w:rPr>
          <w:sz w:val="28"/>
        </w:rPr>
        <w:t>občinskega sveta Občine Horjul,</w:t>
      </w:r>
    </w:p>
    <w:p w14:paraId="6DAF6FBE" w14:textId="77777777" w:rsidR="00D353CD" w:rsidRPr="0073612D" w:rsidRDefault="00D353CD" w:rsidP="00D353CD">
      <w:pPr>
        <w:jc w:val="center"/>
        <w:rPr>
          <w:sz w:val="28"/>
        </w:rPr>
      </w:pPr>
    </w:p>
    <w:p w14:paraId="7E5EC8C7" w14:textId="1EFCC8F2" w:rsidR="00D353CD" w:rsidRPr="0073612D" w:rsidRDefault="00980E2C" w:rsidP="00D353CD">
      <w:pPr>
        <w:jc w:val="center"/>
        <w:rPr>
          <w:b/>
          <w:sz w:val="28"/>
        </w:rPr>
      </w:pPr>
      <w:r w:rsidRPr="00277612">
        <w:rPr>
          <w:b/>
          <w:sz w:val="28"/>
        </w:rPr>
        <w:t xml:space="preserve">v </w:t>
      </w:r>
      <w:r w:rsidR="00244F1A" w:rsidRPr="00277612">
        <w:rPr>
          <w:b/>
          <w:sz w:val="28"/>
        </w:rPr>
        <w:t>četrtek</w:t>
      </w:r>
      <w:r w:rsidRPr="00277612">
        <w:rPr>
          <w:b/>
          <w:sz w:val="28"/>
        </w:rPr>
        <w:t>,</w:t>
      </w:r>
      <w:r w:rsidR="004C2B8F" w:rsidRPr="00277612">
        <w:rPr>
          <w:b/>
          <w:sz w:val="28"/>
        </w:rPr>
        <w:t xml:space="preserve"> </w:t>
      </w:r>
      <w:r w:rsidR="0073612D" w:rsidRPr="00277612">
        <w:rPr>
          <w:b/>
          <w:sz w:val="28"/>
        </w:rPr>
        <w:t>3.</w:t>
      </w:r>
      <w:r w:rsidR="0051241E">
        <w:rPr>
          <w:b/>
          <w:sz w:val="28"/>
        </w:rPr>
        <w:t xml:space="preserve"> </w:t>
      </w:r>
      <w:r w:rsidR="0073612D" w:rsidRPr="00277612">
        <w:rPr>
          <w:b/>
          <w:sz w:val="28"/>
        </w:rPr>
        <w:t>10</w:t>
      </w:r>
      <w:r w:rsidR="00406014" w:rsidRPr="00277612">
        <w:rPr>
          <w:b/>
          <w:sz w:val="28"/>
        </w:rPr>
        <w:t>.</w:t>
      </w:r>
      <w:r w:rsidR="0051241E">
        <w:rPr>
          <w:b/>
          <w:sz w:val="28"/>
        </w:rPr>
        <w:t xml:space="preserve"> </w:t>
      </w:r>
      <w:r w:rsidR="00406014" w:rsidRPr="00277612">
        <w:rPr>
          <w:b/>
          <w:sz w:val="28"/>
        </w:rPr>
        <w:t>202</w:t>
      </w:r>
      <w:r w:rsidR="0020598C" w:rsidRPr="00277612">
        <w:rPr>
          <w:b/>
          <w:sz w:val="28"/>
        </w:rPr>
        <w:t>4</w:t>
      </w:r>
      <w:r w:rsidR="004633B9" w:rsidRPr="00277612">
        <w:rPr>
          <w:b/>
          <w:sz w:val="28"/>
        </w:rPr>
        <w:t>,</w:t>
      </w:r>
      <w:r w:rsidR="008B2AA2" w:rsidRPr="00277612">
        <w:rPr>
          <w:b/>
          <w:sz w:val="28"/>
        </w:rPr>
        <w:t xml:space="preserve"> </w:t>
      </w:r>
      <w:r w:rsidR="006D48D8" w:rsidRPr="00277612">
        <w:rPr>
          <w:b/>
          <w:sz w:val="28"/>
        </w:rPr>
        <w:t xml:space="preserve">ob </w:t>
      </w:r>
      <w:r w:rsidR="00244F1A" w:rsidRPr="00277612">
        <w:rPr>
          <w:b/>
          <w:sz w:val="28"/>
        </w:rPr>
        <w:t>19:</w:t>
      </w:r>
      <w:r w:rsidR="00244F1A" w:rsidRPr="0073612D">
        <w:rPr>
          <w:b/>
          <w:sz w:val="28"/>
        </w:rPr>
        <w:t>0</w:t>
      </w:r>
      <w:r w:rsidR="00580B70" w:rsidRPr="0073612D">
        <w:rPr>
          <w:b/>
          <w:sz w:val="28"/>
        </w:rPr>
        <w:t>0</w:t>
      </w:r>
      <w:r w:rsidR="00D353CD" w:rsidRPr="0073612D">
        <w:rPr>
          <w:b/>
          <w:sz w:val="28"/>
        </w:rPr>
        <w:t xml:space="preserve"> uri, v sejni sobi Občine Horjul.</w:t>
      </w:r>
    </w:p>
    <w:p w14:paraId="154964C5" w14:textId="77777777" w:rsidR="00D353CD" w:rsidRPr="00652623" w:rsidRDefault="00D353CD" w:rsidP="00D353CD"/>
    <w:p w14:paraId="3BAB9163" w14:textId="77777777" w:rsidR="00E13387" w:rsidRPr="00652623" w:rsidRDefault="00E13387" w:rsidP="00D353CD"/>
    <w:p w14:paraId="44D0672B" w14:textId="77777777" w:rsidR="00D353CD" w:rsidRPr="00652623" w:rsidRDefault="00D353CD" w:rsidP="00D353CD">
      <w:r w:rsidRPr="00652623">
        <w:t xml:space="preserve">Dnevni red: </w:t>
      </w:r>
    </w:p>
    <w:p w14:paraId="0A12C094" w14:textId="77777777" w:rsidR="00D353CD" w:rsidRPr="00652623" w:rsidRDefault="00D353CD" w:rsidP="00D353CD"/>
    <w:p w14:paraId="271F2FCA" w14:textId="17DBD3CE" w:rsidR="00DC482C" w:rsidRDefault="00652623" w:rsidP="00652623">
      <w:pPr>
        <w:numPr>
          <w:ilvl w:val="0"/>
          <w:numId w:val="10"/>
        </w:numPr>
        <w:jc w:val="both"/>
        <w:rPr>
          <w:color w:val="000000" w:themeColor="text1"/>
        </w:rPr>
      </w:pPr>
      <w:r w:rsidRPr="008454B6">
        <w:rPr>
          <w:color w:val="000000" w:themeColor="text1"/>
        </w:rPr>
        <w:t xml:space="preserve">Pregled in sprejem zapisnika </w:t>
      </w:r>
      <w:r w:rsidR="00061351">
        <w:rPr>
          <w:color w:val="000000" w:themeColor="text1"/>
        </w:rPr>
        <w:t>1</w:t>
      </w:r>
      <w:r w:rsidR="00B24D60">
        <w:rPr>
          <w:color w:val="000000" w:themeColor="text1"/>
        </w:rPr>
        <w:t>1</w:t>
      </w:r>
      <w:r w:rsidRPr="008454B6">
        <w:rPr>
          <w:color w:val="000000" w:themeColor="text1"/>
        </w:rPr>
        <w:t>. redne seje</w:t>
      </w:r>
    </w:p>
    <w:p w14:paraId="61258F1C" w14:textId="63798808" w:rsidR="006861B4" w:rsidRPr="005261B7" w:rsidRDefault="007017A5" w:rsidP="00652623">
      <w:pPr>
        <w:numPr>
          <w:ilvl w:val="0"/>
          <w:numId w:val="10"/>
        </w:numPr>
        <w:jc w:val="both"/>
        <w:rPr>
          <w:color w:val="000000" w:themeColor="text1"/>
        </w:rPr>
      </w:pPr>
      <w:r w:rsidRPr="005261B7">
        <w:rPr>
          <w:color w:val="000000" w:themeColor="text1"/>
        </w:rPr>
        <w:t xml:space="preserve">Pristop k integrirani liniji </w:t>
      </w:r>
      <w:r w:rsidR="006861B4" w:rsidRPr="005261B7">
        <w:rPr>
          <w:color w:val="000000" w:themeColor="text1"/>
        </w:rPr>
        <w:t>LPP</w:t>
      </w:r>
    </w:p>
    <w:p w14:paraId="3A73599A" w14:textId="3810CCA0" w:rsidR="00244F1A" w:rsidRPr="005261B7" w:rsidRDefault="00244F1A" w:rsidP="00B0763B">
      <w:pPr>
        <w:numPr>
          <w:ilvl w:val="0"/>
          <w:numId w:val="10"/>
        </w:numPr>
        <w:jc w:val="both"/>
        <w:rPr>
          <w:color w:val="000000" w:themeColor="text1"/>
        </w:rPr>
      </w:pPr>
      <w:r w:rsidRPr="005261B7">
        <w:rPr>
          <w:color w:val="000000" w:themeColor="text1"/>
        </w:rPr>
        <w:t>LEK</w:t>
      </w:r>
    </w:p>
    <w:p w14:paraId="500AB17B" w14:textId="77777777" w:rsidR="007017A5" w:rsidRPr="005261B7" w:rsidRDefault="007017A5" w:rsidP="007017A5">
      <w:pPr>
        <w:numPr>
          <w:ilvl w:val="0"/>
          <w:numId w:val="10"/>
        </w:numPr>
        <w:jc w:val="both"/>
        <w:rPr>
          <w:color w:val="000000" w:themeColor="text1"/>
        </w:rPr>
      </w:pPr>
      <w:r w:rsidRPr="005261B7">
        <w:rPr>
          <w:color w:val="000000" w:themeColor="text1"/>
        </w:rPr>
        <w:t>Določitev števila oddelkov v vrtcu in število otrok v oddelkih za šolsko leto 2024/2025</w:t>
      </w:r>
    </w:p>
    <w:p w14:paraId="45478F9A" w14:textId="77777777" w:rsidR="007017A5" w:rsidRPr="0042436A" w:rsidRDefault="007017A5" w:rsidP="007017A5">
      <w:pPr>
        <w:numPr>
          <w:ilvl w:val="0"/>
          <w:numId w:val="10"/>
        </w:numPr>
        <w:jc w:val="both"/>
      </w:pPr>
      <w:r w:rsidRPr="005261B7">
        <w:rPr>
          <w:color w:val="000000" w:themeColor="text1"/>
        </w:rPr>
        <w:t xml:space="preserve">Sistemizacija </w:t>
      </w:r>
      <w:r w:rsidRPr="0042436A">
        <w:t>delovnih mest v vrtcu za šolsko leto 2024/2025</w:t>
      </w:r>
    </w:p>
    <w:p w14:paraId="655CF191" w14:textId="77777777" w:rsidR="007017A5" w:rsidRPr="0042436A" w:rsidRDefault="007017A5" w:rsidP="007017A5">
      <w:pPr>
        <w:numPr>
          <w:ilvl w:val="0"/>
          <w:numId w:val="10"/>
        </w:numPr>
        <w:jc w:val="both"/>
      </w:pPr>
      <w:r w:rsidRPr="0042436A">
        <w:t>Določitev najmanjšega števila otrok v vrtcu, ko je vrtec dolžan začeti oziroma končati poslovalni čas vrtca v šolskem letu 2024/2025</w:t>
      </w:r>
    </w:p>
    <w:p w14:paraId="5A69454F" w14:textId="7CFFB9DE" w:rsidR="00D42E9A" w:rsidRDefault="004C3646" w:rsidP="00B0763B">
      <w:pPr>
        <w:numPr>
          <w:ilvl w:val="0"/>
          <w:numId w:val="10"/>
        </w:numPr>
        <w:jc w:val="both"/>
      </w:pPr>
      <w:r w:rsidRPr="004C3646">
        <w:t>Odlok o spremembah in dopolnitvah Odloka o ustanovitvi organa skupne občinske uprave »Medobčinski inšpektorat in redarstvo Občin Vrhnika, Brezovica, Dobrova – Polhov Gradec, Gorenja Vas – Poljane, Žiri, Borovnica, Log – Dragomer, Horjul« - skrajšan</w:t>
      </w:r>
      <w:r w:rsidR="00B32FDE">
        <w:t>i</w:t>
      </w:r>
      <w:r w:rsidRPr="004C3646">
        <w:t xml:space="preserve"> postopek</w:t>
      </w:r>
    </w:p>
    <w:p w14:paraId="2661D57B" w14:textId="6FE98BE1" w:rsidR="006747CD" w:rsidRPr="00C40636" w:rsidRDefault="006747CD" w:rsidP="00B0763B">
      <w:pPr>
        <w:numPr>
          <w:ilvl w:val="0"/>
          <w:numId w:val="10"/>
        </w:numPr>
        <w:jc w:val="both"/>
      </w:pPr>
      <w:r w:rsidRPr="00C40636">
        <w:t>Pravilnik o uporabi športnih objektov v lasti Občine Horjul</w:t>
      </w:r>
      <w:r w:rsidR="00244F1A" w:rsidRPr="00C40636">
        <w:t xml:space="preserve"> </w:t>
      </w:r>
    </w:p>
    <w:p w14:paraId="64FB907E" w14:textId="77777777" w:rsidR="004A19AB" w:rsidRPr="004A19AB" w:rsidRDefault="004A19AB" w:rsidP="00244F1A">
      <w:pPr>
        <w:numPr>
          <w:ilvl w:val="0"/>
          <w:numId w:val="10"/>
        </w:numPr>
        <w:jc w:val="both"/>
        <w:rPr>
          <w:color w:val="C00000"/>
        </w:rPr>
      </w:pPr>
      <w:bookmarkStart w:id="0" w:name="_Hlk127344159"/>
      <w:r w:rsidRPr="004A19AB">
        <w:t xml:space="preserve">Merila št. 2 </w:t>
      </w:r>
      <w:r w:rsidRPr="004A19AB">
        <w:rPr>
          <w:lang w:val="pl-PL"/>
        </w:rPr>
        <w:t>za sofinanciranje prireditev in izobraževanj v Občini Horjul</w:t>
      </w:r>
      <w:r w:rsidRPr="004A19AB">
        <w:rPr>
          <w:color w:val="C00000"/>
        </w:rPr>
        <w:t xml:space="preserve"> </w:t>
      </w:r>
    </w:p>
    <w:p w14:paraId="1269254D" w14:textId="4FD622A2" w:rsidR="00244F1A" w:rsidRPr="00FD64FC" w:rsidRDefault="00244F1A" w:rsidP="00244F1A">
      <w:pPr>
        <w:numPr>
          <w:ilvl w:val="0"/>
          <w:numId w:val="10"/>
        </w:numPr>
        <w:jc w:val="both"/>
      </w:pPr>
      <w:r w:rsidRPr="00FD64FC">
        <w:t xml:space="preserve">Odlok </w:t>
      </w:r>
      <w:bookmarkEnd w:id="0"/>
      <w:r w:rsidRPr="00FD64FC">
        <w:rPr>
          <w:rFonts w:eastAsia="Calibri"/>
          <w:lang w:eastAsia="en-US"/>
        </w:rPr>
        <w:t>o določitvi volilnih enot za volitve članov občinskega sveta in župana Občine Horjul</w:t>
      </w:r>
    </w:p>
    <w:p w14:paraId="6A4897E1" w14:textId="6DA83D02" w:rsidR="00244F1A" w:rsidRPr="00D55E7F" w:rsidRDefault="00140269" w:rsidP="0032323D">
      <w:pPr>
        <w:pStyle w:val="Odstavekseznama"/>
        <w:numPr>
          <w:ilvl w:val="0"/>
          <w:numId w:val="10"/>
        </w:numPr>
        <w:jc w:val="both"/>
      </w:pPr>
      <w:bookmarkStart w:id="1" w:name="_Hlk177393580"/>
      <w:r w:rsidRPr="008255D3">
        <w:t xml:space="preserve">Razrešitev člana Nadzornega odbora Občine Horjul in imenovanje nadomestnega člana </w:t>
      </w:r>
      <w:r w:rsidRPr="00D55E7F">
        <w:t>N</w:t>
      </w:r>
      <w:r w:rsidR="002B4F73" w:rsidRPr="00D55E7F">
        <w:t>adzorn</w:t>
      </w:r>
      <w:r w:rsidRPr="00D55E7F">
        <w:t>ega</w:t>
      </w:r>
      <w:r w:rsidR="002B4F73" w:rsidRPr="00D55E7F">
        <w:t xml:space="preserve"> odbor</w:t>
      </w:r>
      <w:r w:rsidRPr="00D55E7F">
        <w:t>a Občine Horjul</w:t>
      </w:r>
      <w:r w:rsidR="002B4F73" w:rsidRPr="00D55E7F">
        <w:t xml:space="preserve"> </w:t>
      </w:r>
      <w:bookmarkEnd w:id="1"/>
    </w:p>
    <w:p w14:paraId="604C0785" w14:textId="0B62D9C2" w:rsidR="00652623" w:rsidRPr="007017A5" w:rsidRDefault="00652623" w:rsidP="0032323D">
      <w:pPr>
        <w:pStyle w:val="Odstavekseznama"/>
        <w:numPr>
          <w:ilvl w:val="0"/>
          <w:numId w:val="10"/>
        </w:numPr>
        <w:jc w:val="both"/>
      </w:pPr>
      <w:r w:rsidRPr="007017A5">
        <w:t>Informacije, pobude, vprašanja</w:t>
      </w:r>
    </w:p>
    <w:p w14:paraId="0E0CAD3C" w14:textId="77777777" w:rsidR="00EF29D3" w:rsidRPr="008255D3" w:rsidRDefault="00EF29D3" w:rsidP="009675BA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0"/>
        <w:gridCol w:w="2670"/>
        <w:gridCol w:w="2977"/>
      </w:tblGrid>
      <w:tr w:rsidR="00C33AA4" w:rsidRPr="00C33AA4" w14:paraId="75AEF706" w14:textId="77777777" w:rsidTr="007D5A21">
        <w:tc>
          <w:tcPr>
            <w:tcW w:w="3070" w:type="dxa"/>
          </w:tcPr>
          <w:p w14:paraId="175EA0AE" w14:textId="77777777" w:rsidR="00D353CD" w:rsidRPr="00C33AA4" w:rsidRDefault="00D353CD" w:rsidP="007D5A21">
            <w:r w:rsidRPr="00C33AA4">
              <w:t xml:space="preserve">Lep pozdrav, </w:t>
            </w:r>
          </w:p>
          <w:p w14:paraId="2446EA6F" w14:textId="77777777" w:rsidR="00AC5DB1" w:rsidRPr="00C33AA4" w:rsidRDefault="00AC5DB1" w:rsidP="007D5A21">
            <w:pPr>
              <w:rPr>
                <w:sz w:val="22"/>
                <w:szCs w:val="22"/>
              </w:rPr>
            </w:pPr>
          </w:p>
        </w:tc>
        <w:tc>
          <w:tcPr>
            <w:tcW w:w="2670" w:type="dxa"/>
          </w:tcPr>
          <w:p w14:paraId="4F9C7924" w14:textId="77777777" w:rsidR="00D353CD" w:rsidRPr="00C33AA4" w:rsidRDefault="00D353CD" w:rsidP="007D5A21">
            <w:pPr>
              <w:rPr>
                <w:sz w:val="22"/>
                <w:szCs w:val="22"/>
              </w:rPr>
            </w:pPr>
          </w:p>
          <w:p w14:paraId="77C0E72C" w14:textId="77777777" w:rsidR="008215DC" w:rsidRPr="00C33AA4" w:rsidRDefault="008215DC" w:rsidP="007D5A21">
            <w:pPr>
              <w:rPr>
                <w:sz w:val="22"/>
                <w:szCs w:val="22"/>
              </w:rPr>
            </w:pPr>
          </w:p>
          <w:p w14:paraId="3E7184D6" w14:textId="77777777" w:rsidR="008215DC" w:rsidRPr="00C33AA4" w:rsidRDefault="008215DC" w:rsidP="007D5A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14:paraId="2401D757" w14:textId="77777777" w:rsidR="00D353CD" w:rsidRPr="00C33AA4" w:rsidRDefault="00D353CD" w:rsidP="0006601D">
            <w:pPr>
              <w:jc w:val="center"/>
            </w:pPr>
          </w:p>
        </w:tc>
      </w:tr>
      <w:tr w:rsidR="00C33AA4" w:rsidRPr="00C33AA4" w14:paraId="3A75AD02" w14:textId="77777777" w:rsidTr="007D5A21">
        <w:tc>
          <w:tcPr>
            <w:tcW w:w="3070" w:type="dxa"/>
          </w:tcPr>
          <w:p w14:paraId="544799E3" w14:textId="77777777" w:rsidR="00D353CD" w:rsidRPr="00C33AA4" w:rsidRDefault="00D353CD" w:rsidP="007D5A21">
            <w:pPr>
              <w:rPr>
                <w:sz w:val="22"/>
                <w:szCs w:val="22"/>
              </w:rPr>
            </w:pPr>
          </w:p>
          <w:p w14:paraId="59E78B48" w14:textId="77777777" w:rsidR="00D353CD" w:rsidRPr="00C33AA4" w:rsidRDefault="00D353CD" w:rsidP="007D5A21">
            <w:pPr>
              <w:rPr>
                <w:sz w:val="22"/>
                <w:szCs w:val="22"/>
              </w:rPr>
            </w:pPr>
          </w:p>
        </w:tc>
        <w:tc>
          <w:tcPr>
            <w:tcW w:w="2670" w:type="dxa"/>
          </w:tcPr>
          <w:p w14:paraId="22D71FA0" w14:textId="77777777" w:rsidR="00D353CD" w:rsidRPr="00C33AA4" w:rsidRDefault="00D353CD" w:rsidP="007D5A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14:paraId="31E50821" w14:textId="77777777" w:rsidR="00D353CD" w:rsidRPr="00C33AA4" w:rsidRDefault="00D353CD" w:rsidP="0006601D">
            <w:pPr>
              <w:jc w:val="center"/>
            </w:pPr>
            <w:r w:rsidRPr="00C33AA4">
              <w:t>Janko Prebil</w:t>
            </w:r>
            <w:r w:rsidR="005230B4" w:rsidRPr="00C33AA4">
              <w:t>,</w:t>
            </w:r>
            <w:r w:rsidR="005230B4" w:rsidRPr="00C33AA4">
              <w:br/>
              <w:t xml:space="preserve"> župan</w:t>
            </w:r>
          </w:p>
        </w:tc>
      </w:tr>
    </w:tbl>
    <w:p w14:paraId="4F7B0975" w14:textId="77777777" w:rsidR="003B6997" w:rsidRPr="00C33AA4" w:rsidRDefault="003B6997" w:rsidP="00D353CD">
      <w:pPr>
        <w:rPr>
          <w:sz w:val="20"/>
        </w:rPr>
      </w:pPr>
    </w:p>
    <w:p w14:paraId="1F19DC33" w14:textId="77777777" w:rsidR="008215DC" w:rsidRPr="00C33AA4" w:rsidRDefault="008215DC" w:rsidP="00D353CD"/>
    <w:p w14:paraId="3E2157C9" w14:textId="77777777" w:rsidR="00D353CD" w:rsidRPr="00C33AA4" w:rsidRDefault="00D353CD" w:rsidP="00D353CD">
      <w:r w:rsidRPr="00C33AA4">
        <w:t xml:space="preserve">Vabljeni: </w:t>
      </w:r>
    </w:p>
    <w:p w14:paraId="203189E5" w14:textId="77777777" w:rsidR="00D353CD" w:rsidRPr="00C33AA4" w:rsidRDefault="004633B9" w:rsidP="00D353CD">
      <w:pPr>
        <w:numPr>
          <w:ilvl w:val="0"/>
          <w:numId w:val="2"/>
        </w:numPr>
      </w:pPr>
      <w:r w:rsidRPr="00C33AA4">
        <w:t>Župan Janko Prebil</w:t>
      </w:r>
    </w:p>
    <w:p w14:paraId="2783E1CC" w14:textId="12D35F24" w:rsidR="0085160E" w:rsidRPr="00C33AA4" w:rsidRDefault="004633B9" w:rsidP="00E94DD3">
      <w:pPr>
        <w:numPr>
          <w:ilvl w:val="0"/>
          <w:numId w:val="2"/>
        </w:numPr>
      </w:pPr>
      <w:r w:rsidRPr="00C33AA4">
        <w:t>Svetniki občinskega sveta Občine Horjul</w:t>
      </w:r>
    </w:p>
    <w:p w14:paraId="51F5B601" w14:textId="431FC80A" w:rsidR="00977EDB" w:rsidRPr="00C33AA4" w:rsidRDefault="00977EDB" w:rsidP="00E94DD3">
      <w:pPr>
        <w:numPr>
          <w:ilvl w:val="0"/>
          <w:numId w:val="2"/>
        </w:numPr>
      </w:pPr>
      <w:r w:rsidRPr="00C33AA4">
        <w:t>Člani nadzornega odbora Občine Horjul</w:t>
      </w:r>
    </w:p>
    <w:p w14:paraId="2A5753EE" w14:textId="272EC4CD" w:rsidR="008215DC" w:rsidRDefault="00F42B7D" w:rsidP="00445D5E">
      <w:pPr>
        <w:numPr>
          <w:ilvl w:val="0"/>
          <w:numId w:val="2"/>
        </w:numPr>
      </w:pPr>
      <w:r w:rsidRPr="00C33AA4">
        <w:t>Peter Kavčič, dopisnik glasila Naš časopis</w:t>
      </w:r>
    </w:p>
    <w:p w14:paraId="223E0C7C" w14:textId="30293126" w:rsidR="0071017F" w:rsidRDefault="0071017F" w:rsidP="00445D5E">
      <w:pPr>
        <w:numPr>
          <w:ilvl w:val="0"/>
          <w:numId w:val="2"/>
        </w:numPr>
      </w:pPr>
      <w:r>
        <w:t>Peter Horvat, JP LPP d.o.o.</w:t>
      </w:r>
      <w:r w:rsidR="00FD64FC">
        <w:t xml:space="preserve"> </w:t>
      </w:r>
      <w:hyperlink r:id="rId7" w:history="1">
        <w:r w:rsidR="00FD64FC" w:rsidRPr="00DB57A1">
          <w:rPr>
            <w:rStyle w:val="Hiperpovezava"/>
          </w:rPr>
          <w:t>peter.horvat@lpp.si</w:t>
        </w:r>
      </w:hyperlink>
      <w:r w:rsidR="00FD64FC">
        <w:t xml:space="preserve"> </w:t>
      </w:r>
    </w:p>
    <w:p w14:paraId="73789EEF" w14:textId="1D8C163E" w:rsidR="00F440AD" w:rsidRDefault="00F440AD" w:rsidP="00445D5E">
      <w:pPr>
        <w:numPr>
          <w:ilvl w:val="0"/>
          <w:numId w:val="2"/>
        </w:numPr>
      </w:pPr>
      <w:r>
        <w:t xml:space="preserve">Jure Eržen, LEAG, </w:t>
      </w:r>
      <w:hyperlink r:id="rId8" w:history="1">
        <w:r w:rsidRPr="00214ED5">
          <w:rPr>
            <w:rStyle w:val="Hiperpovezava"/>
          </w:rPr>
          <w:t>jure.erzen@leag.si</w:t>
        </w:r>
      </w:hyperlink>
    </w:p>
    <w:p w14:paraId="072D83B3" w14:textId="75C898C6" w:rsidR="00F440AD" w:rsidRPr="00C33AA4" w:rsidRDefault="004D6E8E" w:rsidP="00445D5E">
      <w:pPr>
        <w:numPr>
          <w:ilvl w:val="0"/>
          <w:numId w:val="2"/>
        </w:numPr>
      </w:pPr>
      <w:r>
        <w:lastRenderedPageBreak/>
        <w:t xml:space="preserve">Aleksander Gube, OŠ Horjul, </w:t>
      </w:r>
      <w:hyperlink r:id="rId9" w:history="1">
        <w:r w:rsidRPr="00214ED5">
          <w:rPr>
            <w:rStyle w:val="Hiperpovezava"/>
          </w:rPr>
          <w:t>aleksander.gube@oshorjul.si</w:t>
        </w:r>
      </w:hyperlink>
      <w:r>
        <w:t xml:space="preserve"> </w:t>
      </w:r>
    </w:p>
    <w:p w14:paraId="733BA53A" w14:textId="77777777" w:rsidR="00692D87" w:rsidRPr="00C33AA4" w:rsidRDefault="00692D87" w:rsidP="00D353CD"/>
    <w:p w14:paraId="523EA51E" w14:textId="77777777" w:rsidR="00D353CD" w:rsidRPr="00C33AA4" w:rsidRDefault="00D353CD" w:rsidP="00D353CD">
      <w:r w:rsidRPr="00C33AA4">
        <w:t>Priloge:</w:t>
      </w:r>
    </w:p>
    <w:p w14:paraId="1B0575A2" w14:textId="64DBC507" w:rsidR="00652623" w:rsidRPr="00C33AA4" w:rsidRDefault="00652623" w:rsidP="00652623">
      <w:pPr>
        <w:pStyle w:val="Odstavekseznama"/>
        <w:numPr>
          <w:ilvl w:val="0"/>
          <w:numId w:val="2"/>
        </w:numPr>
      </w:pPr>
      <w:r w:rsidRPr="00C33AA4">
        <w:t xml:space="preserve">Točka 1. Zapisnik </w:t>
      </w:r>
      <w:r w:rsidR="00C33AA4" w:rsidRPr="00C33AA4">
        <w:t>1</w:t>
      </w:r>
      <w:r w:rsidR="00B24D60">
        <w:t>1</w:t>
      </w:r>
      <w:r w:rsidRPr="00C33AA4">
        <w:t>. redne seje</w:t>
      </w:r>
    </w:p>
    <w:p w14:paraId="3AF3CBB4" w14:textId="4F9B9B4A" w:rsidR="00652623" w:rsidRPr="00FD64FC" w:rsidRDefault="00652623" w:rsidP="00652623">
      <w:pPr>
        <w:pStyle w:val="Odstavekseznama"/>
        <w:numPr>
          <w:ilvl w:val="0"/>
          <w:numId w:val="2"/>
        </w:numPr>
      </w:pPr>
      <w:r w:rsidRPr="00FD64FC">
        <w:t>Točka 2: Gradivo</w:t>
      </w:r>
      <w:r w:rsidR="00CF62AB" w:rsidRPr="00FD64FC">
        <w:t xml:space="preserve"> s prilogami</w:t>
      </w:r>
    </w:p>
    <w:p w14:paraId="31E84BEF" w14:textId="7DD14AE0" w:rsidR="004A19AB" w:rsidRPr="004A19AB" w:rsidRDefault="00C964CB" w:rsidP="004A19AB">
      <w:pPr>
        <w:pStyle w:val="Odstavekseznama"/>
        <w:widowControl w:val="0"/>
        <w:numPr>
          <w:ilvl w:val="0"/>
          <w:numId w:val="2"/>
        </w:numPr>
        <w:autoSpaceDE w:val="0"/>
        <w:autoSpaceDN w:val="0"/>
        <w:spacing w:before="1" w:line="229" w:lineRule="exact"/>
        <w:rPr>
          <w:sz w:val="22"/>
          <w:szCs w:val="22"/>
        </w:rPr>
      </w:pPr>
      <w:r w:rsidRPr="004A19AB">
        <w:t>Točka 3: Gradivo</w:t>
      </w:r>
      <w:r w:rsidR="004A19AB">
        <w:t xml:space="preserve">, </w:t>
      </w:r>
      <w:r w:rsidR="00632960" w:rsidRPr="004A19AB">
        <w:t>priloga</w:t>
      </w:r>
      <w:r w:rsidR="004A19AB">
        <w:t xml:space="preserve"> </w:t>
      </w:r>
      <w:r w:rsidR="004A19AB" w:rsidRPr="004A19AB">
        <w:t xml:space="preserve">LEK je </w:t>
      </w:r>
      <w:r w:rsidR="004A19AB" w:rsidRPr="004A19AB">
        <w:rPr>
          <w:sz w:val="22"/>
          <w:szCs w:val="22"/>
        </w:rPr>
        <w:t>objavljen</w:t>
      </w:r>
      <w:r w:rsidR="004A19AB">
        <w:rPr>
          <w:sz w:val="22"/>
          <w:szCs w:val="22"/>
        </w:rPr>
        <w:t>a</w:t>
      </w:r>
      <w:r w:rsidR="004A19AB" w:rsidRPr="004A19AB">
        <w:rPr>
          <w:sz w:val="22"/>
          <w:szCs w:val="22"/>
        </w:rPr>
        <w:t xml:space="preserve"> na </w:t>
      </w:r>
      <w:hyperlink r:id="rId10" w:history="1">
        <w:r w:rsidR="004A19AB" w:rsidRPr="004A19AB">
          <w:rPr>
            <w:rStyle w:val="Hiperpovezava"/>
            <w:color w:val="auto"/>
            <w:sz w:val="22"/>
            <w:szCs w:val="22"/>
          </w:rPr>
          <w:t>www.horjul.eu</w:t>
        </w:r>
      </w:hyperlink>
    </w:p>
    <w:p w14:paraId="2753C23D" w14:textId="62159E48" w:rsidR="00CF62AB" w:rsidRPr="004A19AB" w:rsidRDefault="008A2DC4" w:rsidP="00CF62AB">
      <w:pPr>
        <w:pStyle w:val="Odstavekseznama"/>
        <w:numPr>
          <w:ilvl w:val="0"/>
          <w:numId w:val="2"/>
        </w:numPr>
      </w:pPr>
      <w:r w:rsidRPr="004A19AB">
        <w:t xml:space="preserve">Točka </w:t>
      </w:r>
      <w:r w:rsidR="00C964CB" w:rsidRPr="004A19AB">
        <w:t>4</w:t>
      </w:r>
      <w:r w:rsidRPr="004A19AB">
        <w:t xml:space="preserve">: </w:t>
      </w:r>
      <w:r w:rsidR="00CF62AB" w:rsidRPr="004A19AB">
        <w:t>Gradivo s prilog</w:t>
      </w:r>
      <w:r w:rsidR="004A19AB" w:rsidRPr="004A19AB">
        <w:t>o</w:t>
      </w:r>
    </w:p>
    <w:p w14:paraId="11879053" w14:textId="068BD661" w:rsidR="00B331D3" w:rsidRDefault="00B331D3" w:rsidP="00B331D3">
      <w:pPr>
        <w:pStyle w:val="Odstavekseznama"/>
        <w:numPr>
          <w:ilvl w:val="0"/>
          <w:numId w:val="2"/>
        </w:numPr>
      </w:pPr>
      <w:r w:rsidRPr="004A19AB">
        <w:t xml:space="preserve">Točka </w:t>
      </w:r>
      <w:r w:rsidR="00C33AA4" w:rsidRPr="004A19AB">
        <w:t>5</w:t>
      </w:r>
      <w:r w:rsidRPr="004A19AB">
        <w:t>: Gradivo</w:t>
      </w:r>
      <w:r w:rsidR="004A19AB" w:rsidRPr="004A19AB">
        <w:t xml:space="preserve"> (glej priloga k točki 4)</w:t>
      </w:r>
    </w:p>
    <w:p w14:paraId="29721C9F" w14:textId="16013F47" w:rsidR="004A19AB" w:rsidRPr="004A19AB" w:rsidRDefault="004A19AB" w:rsidP="004A19AB">
      <w:pPr>
        <w:pStyle w:val="Odstavekseznama"/>
        <w:numPr>
          <w:ilvl w:val="0"/>
          <w:numId w:val="2"/>
        </w:numPr>
      </w:pPr>
      <w:r w:rsidRPr="004A19AB">
        <w:t xml:space="preserve">Točka </w:t>
      </w:r>
      <w:r>
        <w:t>6</w:t>
      </w:r>
      <w:r w:rsidRPr="004A19AB">
        <w:t>: Gradivo s prilogo</w:t>
      </w:r>
    </w:p>
    <w:p w14:paraId="1C248450" w14:textId="4E4857F9" w:rsidR="004A19AB" w:rsidRPr="004A19AB" w:rsidRDefault="004A19AB" w:rsidP="004A19AB">
      <w:pPr>
        <w:pStyle w:val="Odstavekseznama"/>
        <w:numPr>
          <w:ilvl w:val="0"/>
          <w:numId w:val="2"/>
        </w:numPr>
      </w:pPr>
      <w:r w:rsidRPr="004A19AB">
        <w:t xml:space="preserve">Točka </w:t>
      </w:r>
      <w:r>
        <w:t>7</w:t>
      </w:r>
      <w:r w:rsidRPr="004A19AB">
        <w:t>: Gradivo s prilogo</w:t>
      </w:r>
      <w:r w:rsidR="00D55E7F">
        <w:t xml:space="preserve"> (predlog Odloka)</w:t>
      </w:r>
    </w:p>
    <w:p w14:paraId="3798EA8A" w14:textId="76357F7F" w:rsidR="00D55E7F" w:rsidRPr="004A19AB" w:rsidRDefault="00D55E7F" w:rsidP="00D55E7F">
      <w:pPr>
        <w:pStyle w:val="Odstavekseznama"/>
        <w:numPr>
          <w:ilvl w:val="0"/>
          <w:numId w:val="2"/>
        </w:numPr>
      </w:pPr>
      <w:r w:rsidRPr="004A19AB">
        <w:t xml:space="preserve">Točka </w:t>
      </w:r>
      <w:r>
        <w:t>8</w:t>
      </w:r>
      <w:r w:rsidRPr="004A19AB">
        <w:t>: Gradivo s prilogo</w:t>
      </w:r>
      <w:r>
        <w:t xml:space="preserve"> (predlog Pravilnika)</w:t>
      </w:r>
    </w:p>
    <w:p w14:paraId="443DD68C" w14:textId="766AC742" w:rsidR="00D55E7F" w:rsidRPr="004A19AB" w:rsidRDefault="00D55E7F" w:rsidP="00D55E7F">
      <w:pPr>
        <w:pStyle w:val="Odstavekseznama"/>
        <w:numPr>
          <w:ilvl w:val="0"/>
          <w:numId w:val="2"/>
        </w:numPr>
      </w:pPr>
      <w:r w:rsidRPr="004A19AB">
        <w:t xml:space="preserve">Točka </w:t>
      </w:r>
      <w:r>
        <w:t>9</w:t>
      </w:r>
      <w:r w:rsidRPr="004A19AB">
        <w:t>: Gradivo s prilogo</w:t>
      </w:r>
      <w:r>
        <w:t xml:space="preserve"> (predlog </w:t>
      </w:r>
      <w:r>
        <w:t>Meril št. 2</w:t>
      </w:r>
      <w:r>
        <w:t>)</w:t>
      </w:r>
    </w:p>
    <w:p w14:paraId="20D83FA2" w14:textId="0262EF61" w:rsidR="00D55E7F" w:rsidRPr="00FD64FC" w:rsidRDefault="00D55E7F" w:rsidP="00D55E7F">
      <w:pPr>
        <w:pStyle w:val="Odstavekseznama"/>
        <w:numPr>
          <w:ilvl w:val="0"/>
          <w:numId w:val="2"/>
        </w:numPr>
      </w:pPr>
      <w:r w:rsidRPr="00FD64FC">
        <w:t xml:space="preserve">Točka </w:t>
      </w:r>
      <w:r w:rsidRPr="00FD64FC">
        <w:t>10</w:t>
      </w:r>
      <w:r w:rsidRPr="00FD64FC">
        <w:t xml:space="preserve">: Gradivo </w:t>
      </w:r>
    </w:p>
    <w:p w14:paraId="230DDDA1" w14:textId="10013D41" w:rsidR="00D55E7F" w:rsidRPr="00A6416B" w:rsidRDefault="00D55E7F" w:rsidP="00D55E7F">
      <w:pPr>
        <w:pStyle w:val="Odstavekseznama"/>
        <w:numPr>
          <w:ilvl w:val="0"/>
          <w:numId w:val="2"/>
        </w:numPr>
      </w:pPr>
      <w:r w:rsidRPr="00A6416B">
        <w:t xml:space="preserve">Točka </w:t>
      </w:r>
      <w:r w:rsidRPr="00A6416B">
        <w:t>11</w:t>
      </w:r>
      <w:r w:rsidRPr="00A6416B">
        <w:t xml:space="preserve">: Gradivo </w:t>
      </w:r>
    </w:p>
    <w:p w14:paraId="424D458D" w14:textId="77777777" w:rsidR="004A19AB" w:rsidRPr="00A6416B" w:rsidRDefault="004A19AB" w:rsidP="00D55E7F">
      <w:pPr>
        <w:pStyle w:val="Odstavekseznama"/>
      </w:pPr>
    </w:p>
    <w:sectPr w:rsidR="004A19AB" w:rsidRPr="00A6416B" w:rsidSect="00214EFA">
      <w:pgSz w:w="11907" w:h="16839"/>
      <w:pgMar w:top="1080" w:right="1008" w:bottom="1080" w:left="100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31174"/>
    <w:multiLevelType w:val="hybridMultilevel"/>
    <w:tmpl w:val="238027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1534B"/>
    <w:multiLevelType w:val="hybridMultilevel"/>
    <w:tmpl w:val="5F665978"/>
    <w:lvl w:ilvl="0" w:tplc="BFD24C1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909AD"/>
    <w:multiLevelType w:val="hybridMultilevel"/>
    <w:tmpl w:val="EA6E466E"/>
    <w:lvl w:ilvl="0" w:tplc="040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FB5F58"/>
    <w:multiLevelType w:val="hybridMultilevel"/>
    <w:tmpl w:val="D4E867EE"/>
    <w:lvl w:ilvl="0" w:tplc="8A7EA7CC">
      <w:start w:val="4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3912" w:hanging="360"/>
      </w:pPr>
    </w:lvl>
    <w:lvl w:ilvl="2" w:tplc="0424001B" w:tentative="1">
      <w:start w:val="1"/>
      <w:numFmt w:val="lowerRoman"/>
      <w:lvlText w:val="%3."/>
      <w:lvlJc w:val="right"/>
      <w:pPr>
        <w:ind w:left="4632" w:hanging="180"/>
      </w:pPr>
    </w:lvl>
    <w:lvl w:ilvl="3" w:tplc="0424000F" w:tentative="1">
      <w:start w:val="1"/>
      <w:numFmt w:val="decimal"/>
      <w:lvlText w:val="%4."/>
      <w:lvlJc w:val="left"/>
      <w:pPr>
        <w:ind w:left="5352" w:hanging="360"/>
      </w:pPr>
    </w:lvl>
    <w:lvl w:ilvl="4" w:tplc="04240019" w:tentative="1">
      <w:start w:val="1"/>
      <w:numFmt w:val="lowerLetter"/>
      <w:lvlText w:val="%5."/>
      <w:lvlJc w:val="left"/>
      <w:pPr>
        <w:ind w:left="6072" w:hanging="360"/>
      </w:pPr>
    </w:lvl>
    <w:lvl w:ilvl="5" w:tplc="0424001B" w:tentative="1">
      <w:start w:val="1"/>
      <w:numFmt w:val="lowerRoman"/>
      <w:lvlText w:val="%6."/>
      <w:lvlJc w:val="right"/>
      <w:pPr>
        <w:ind w:left="6792" w:hanging="180"/>
      </w:pPr>
    </w:lvl>
    <w:lvl w:ilvl="6" w:tplc="0424000F" w:tentative="1">
      <w:start w:val="1"/>
      <w:numFmt w:val="decimal"/>
      <w:lvlText w:val="%7."/>
      <w:lvlJc w:val="left"/>
      <w:pPr>
        <w:ind w:left="7512" w:hanging="360"/>
      </w:pPr>
    </w:lvl>
    <w:lvl w:ilvl="7" w:tplc="04240019" w:tentative="1">
      <w:start w:val="1"/>
      <w:numFmt w:val="lowerLetter"/>
      <w:lvlText w:val="%8."/>
      <w:lvlJc w:val="left"/>
      <w:pPr>
        <w:ind w:left="8232" w:hanging="360"/>
      </w:pPr>
    </w:lvl>
    <w:lvl w:ilvl="8" w:tplc="0424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4" w15:restartNumberingAfterBreak="0">
    <w:nsid w:val="284C2232"/>
    <w:multiLevelType w:val="hybridMultilevel"/>
    <w:tmpl w:val="CFBABA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EB0A13"/>
    <w:multiLevelType w:val="hybridMultilevel"/>
    <w:tmpl w:val="5A9440D4"/>
    <w:lvl w:ilvl="0" w:tplc="6DA001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646A6C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262BE"/>
    <w:multiLevelType w:val="hybridMultilevel"/>
    <w:tmpl w:val="5D1C7EE4"/>
    <w:lvl w:ilvl="0" w:tplc="7F708C6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39A5062"/>
    <w:multiLevelType w:val="hybridMultilevel"/>
    <w:tmpl w:val="CFBABA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DF1744"/>
    <w:multiLevelType w:val="hybridMultilevel"/>
    <w:tmpl w:val="D3528D84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17">
      <w:start w:val="1"/>
      <w:numFmt w:val="lowerLetter"/>
      <w:lvlText w:val="%2)"/>
      <w:lvlJc w:val="left"/>
      <w:pPr>
        <w:ind w:left="1353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9C0481"/>
    <w:multiLevelType w:val="hybridMultilevel"/>
    <w:tmpl w:val="E05A9AE2"/>
    <w:lvl w:ilvl="0" w:tplc="0424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C94FD8"/>
    <w:multiLevelType w:val="hybridMultilevel"/>
    <w:tmpl w:val="6EE8187A"/>
    <w:lvl w:ilvl="0" w:tplc="8ADA5634">
      <w:start w:val="1"/>
      <w:numFmt w:val="lowerLetter"/>
      <w:lvlText w:val="%1)"/>
      <w:lvlJc w:val="left"/>
      <w:pPr>
        <w:ind w:left="117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93" w:hanging="360"/>
      </w:pPr>
    </w:lvl>
    <w:lvl w:ilvl="2" w:tplc="0424001B" w:tentative="1">
      <w:start w:val="1"/>
      <w:numFmt w:val="lowerRoman"/>
      <w:lvlText w:val="%3."/>
      <w:lvlJc w:val="right"/>
      <w:pPr>
        <w:ind w:left="2613" w:hanging="180"/>
      </w:pPr>
    </w:lvl>
    <w:lvl w:ilvl="3" w:tplc="0424000F" w:tentative="1">
      <w:start w:val="1"/>
      <w:numFmt w:val="decimal"/>
      <w:lvlText w:val="%4."/>
      <w:lvlJc w:val="left"/>
      <w:pPr>
        <w:ind w:left="3333" w:hanging="360"/>
      </w:pPr>
    </w:lvl>
    <w:lvl w:ilvl="4" w:tplc="04240019" w:tentative="1">
      <w:start w:val="1"/>
      <w:numFmt w:val="lowerLetter"/>
      <w:lvlText w:val="%5."/>
      <w:lvlJc w:val="left"/>
      <w:pPr>
        <w:ind w:left="4053" w:hanging="360"/>
      </w:pPr>
    </w:lvl>
    <w:lvl w:ilvl="5" w:tplc="0424001B" w:tentative="1">
      <w:start w:val="1"/>
      <w:numFmt w:val="lowerRoman"/>
      <w:lvlText w:val="%6."/>
      <w:lvlJc w:val="right"/>
      <w:pPr>
        <w:ind w:left="4773" w:hanging="180"/>
      </w:pPr>
    </w:lvl>
    <w:lvl w:ilvl="6" w:tplc="0424000F" w:tentative="1">
      <w:start w:val="1"/>
      <w:numFmt w:val="decimal"/>
      <w:lvlText w:val="%7."/>
      <w:lvlJc w:val="left"/>
      <w:pPr>
        <w:ind w:left="5493" w:hanging="360"/>
      </w:pPr>
    </w:lvl>
    <w:lvl w:ilvl="7" w:tplc="04240019" w:tentative="1">
      <w:start w:val="1"/>
      <w:numFmt w:val="lowerLetter"/>
      <w:lvlText w:val="%8."/>
      <w:lvlJc w:val="left"/>
      <w:pPr>
        <w:ind w:left="6213" w:hanging="360"/>
      </w:pPr>
    </w:lvl>
    <w:lvl w:ilvl="8" w:tplc="0424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11" w15:restartNumberingAfterBreak="0">
    <w:nsid w:val="3FD16437"/>
    <w:multiLevelType w:val="hybridMultilevel"/>
    <w:tmpl w:val="C9403222"/>
    <w:lvl w:ilvl="0" w:tplc="4C66699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143B52"/>
    <w:multiLevelType w:val="hybridMultilevel"/>
    <w:tmpl w:val="CFBABA6A"/>
    <w:lvl w:ilvl="0" w:tplc="040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4B3185"/>
    <w:multiLevelType w:val="hybridMultilevel"/>
    <w:tmpl w:val="CA3AC5E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4240B"/>
    <w:multiLevelType w:val="hybridMultilevel"/>
    <w:tmpl w:val="5FB894DE"/>
    <w:lvl w:ilvl="0" w:tplc="0424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C5238D"/>
    <w:multiLevelType w:val="hybridMultilevel"/>
    <w:tmpl w:val="22E4D1E8"/>
    <w:lvl w:ilvl="0" w:tplc="7988BF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AF018C"/>
    <w:multiLevelType w:val="hybridMultilevel"/>
    <w:tmpl w:val="18CCCBF0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6821547">
    <w:abstractNumId w:val="2"/>
  </w:num>
  <w:num w:numId="2" w16cid:durableId="927540846">
    <w:abstractNumId w:val="11"/>
  </w:num>
  <w:num w:numId="3" w16cid:durableId="1819807906">
    <w:abstractNumId w:val="2"/>
  </w:num>
  <w:num w:numId="4" w16cid:durableId="301347276">
    <w:abstractNumId w:val="7"/>
  </w:num>
  <w:num w:numId="5" w16cid:durableId="247426577">
    <w:abstractNumId w:val="4"/>
  </w:num>
  <w:num w:numId="6" w16cid:durableId="81095114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81731242">
    <w:abstractNumId w:val="12"/>
  </w:num>
  <w:num w:numId="8" w16cid:durableId="781077528">
    <w:abstractNumId w:val="13"/>
  </w:num>
  <w:num w:numId="9" w16cid:durableId="893194930">
    <w:abstractNumId w:val="10"/>
  </w:num>
  <w:num w:numId="10" w16cid:durableId="1907184676">
    <w:abstractNumId w:val="5"/>
  </w:num>
  <w:num w:numId="11" w16cid:durableId="1322730457">
    <w:abstractNumId w:val="1"/>
  </w:num>
  <w:num w:numId="12" w16cid:durableId="2012949524">
    <w:abstractNumId w:val="15"/>
  </w:num>
  <w:num w:numId="13" w16cid:durableId="10972932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25688018">
    <w:abstractNumId w:val="0"/>
  </w:num>
  <w:num w:numId="15" w16cid:durableId="1080829598">
    <w:abstractNumId w:val="14"/>
  </w:num>
  <w:num w:numId="16" w16cid:durableId="1621378707">
    <w:abstractNumId w:val="16"/>
  </w:num>
  <w:num w:numId="17" w16cid:durableId="1129859906">
    <w:abstractNumId w:val="9"/>
  </w:num>
  <w:num w:numId="18" w16cid:durableId="370108958">
    <w:abstractNumId w:val="6"/>
  </w:num>
  <w:num w:numId="19" w16cid:durableId="1064567305">
    <w:abstractNumId w:val="3"/>
  </w:num>
  <w:num w:numId="20" w16cid:durableId="983974772">
    <w:abstractNumId w:val="8"/>
  </w:num>
  <w:num w:numId="21" w16cid:durableId="10199637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3CD"/>
    <w:rsid w:val="00004977"/>
    <w:rsid w:val="000118EA"/>
    <w:rsid w:val="00013525"/>
    <w:rsid w:val="00020975"/>
    <w:rsid w:val="00032382"/>
    <w:rsid w:val="00036EDB"/>
    <w:rsid w:val="000425F8"/>
    <w:rsid w:val="00044CBB"/>
    <w:rsid w:val="0005179B"/>
    <w:rsid w:val="000557B6"/>
    <w:rsid w:val="00061351"/>
    <w:rsid w:val="0006601D"/>
    <w:rsid w:val="00074B2D"/>
    <w:rsid w:val="000811FD"/>
    <w:rsid w:val="000926D7"/>
    <w:rsid w:val="00094EF7"/>
    <w:rsid w:val="000B338D"/>
    <w:rsid w:val="000B40A8"/>
    <w:rsid w:val="000C5A96"/>
    <w:rsid w:val="000D00FC"/>
    <w:rsid w:val="000D057B"/>
    <w:rsid w:val="000D0F32"/>
    <w:rsid w:val="000D6961"/>
    <w:rsid w:val="000F23FC"/>
    <w:rsid w:val="001115A2"/>
    <w:rsid w:val="00115516"/>
    <w:rsid w:val="001209A5"/>
    <w:rsid w:val="00124219"/>
    <w:rsid w:val="00124368"/>
    <w:rsid w:val="0013688D"/>
    <w:rsid w:val="00140269"/>
    <w:rsid w:val="00140909"/>
    <w:rsid w:val="00145C1A"/>
    <w:rsid w:val="00147017"/>
    <w:rsid w:val="00174CBA"/>
    <w:rsid w:val="001802F4"/>
    <w:rsid w:val="00180BAE"/>
    <w:rsid w:val="00180DD7"/>
    <w:rsid w:val="001A0581"/>
    <w:rsid w:val="001A44D5"/>
    <w:rsid w:val="001B0950"/>
    <w:rsid w:val="001C26E7"/>
    <w:rsid w:val="001D0F4C"/>
    <w:rsid w:val="001D28B4"/>
    <w:rsid w:val="001D4485"/>
    <w:rsid w:val="002008A2"/>
    <w:rsid w:val="00201664"/>
    <w:rsid w:val="0020598C"/>
    <w:rsid w:val="002107C7"/>
    <w:rsid w:val="00214EFA"/>
    <w:rsid w:val="0022732B"/>
    <w:rsid w:val="002305BC"/>
    <w:rsid w:val="00244F1A"/>
    <w:rsid w:val="00246B0D"/>
    <w:rsid w:val="002579AF"/>
    <w:rsid w:val="00257AFD"/>
    <w:rsid w:val="002616F9"/>
    <w:rsid w:val="00262E86"/>
    <w:rsid w:val="00265782"/>
    <w:rsid w:val="00277612"/>
    <w:rsid w:val="002805E2"/>
    <w:rsid w:val="00282311"/>
    <w:rsid w:val="002850F3"/>
    <w:rsid w:val="00285123"/>
    <w:rsid w:val="00291E0E"/>
    <w:rsid w:val="00296AA4"/>
    <w:rsid w:val="002A370D"/>
    <w:rsid w:val="002A5EBE"/>
    <w:rsid w:val="002B4F73"/>
    <w:rsid w:val="002B7D6A"/>
    <w:rsid w:val="002C1467"/>
    <w:rsid w:val="002C24E4"/>
    <w:rsid w:val="002C7446"/>
    <w:rsid w:val="002D2D06"/>
    <w:rsid w:val="002D6A06"/>
    <w:rsid w:val="002D7CC3"/>
    <w:rsid w:val="002F3469"/>
    <w:rsid w:val="003127CE"/>
    <w:rsid w:val="003153DF"/>
    <w:rsid w:val="00324AF9"/>
    <w:rsid w:val="003376C4"/>
    <w:rsid w:val="0038713A"/>
    <w:rsid w:val="00390AB1"/>
    <w:rsid w:val="003B10D8"/>
    <w:rsid w:val="003B3568"/>
    <w:rsid w:val="003B63CF"/>
    <w:rsid w:val="003B6997"/>
    <w:rsid w:val="003B7402"/>
    <w:rsid w:val="003C0C9D"/>
    <w:rsid w:val="003C29D1"/>
    <w:rsid w:val="003C7176"/>
    <w:rsid w:val="003C7FEF"/>
    <w:rsid w:val="003D59BB"/>
    <w:rsid w:val="003D759E"/>
    <w:rsid w:val="003D779A"/>
    <w:rsid w:val="003E0E06"/>
    <w:rsid w:val="003E75B8"/>
    <w:rsid w:val="003F56F2"/>
    <w:rsid w:val="003F5757"/>
    <w:rsid w:val="004039EE"/>
    <w:rsid w:val="00404A86"/>
    <w:rsid w:val="00406014"/>
    <w:rsid w:val="00413671"/>
    <w:rsid w:val="00421674"/>
    <w:rsid w:val="0042436A"/>
    <w:rsid w:val="004324D9"/>
    <w:rsid w:val="0044069A"/>
    <w:rsid w:val="00440D46"/>
    <w:rsid w:val="00444ECA"/>
    <w:rsid w:val="00445D5E"/>
    <w:rsid w:val="00457E28"/>
    <w:rsid w:val="004633B9"/>
    <w:rsid w:val="0046370C"/>
    <w:rsid w:val="00464174"/>
    <w:rsid w:val="00471D38"/>
    <w:rsid w:val="00474E94"/>
    <w:rsid w:val="0047694A"/>
    <w:rsid w:val="0048017C"/>
    <w:rsid w:val="00483F22"/>
    <w:rsid w:val="00484186"/>
    <w:rsid w:val="0048517F"/>
    <w:rsid w:val="004857E4"/>
    <w:rsid w:val="004875F5"/>
    <w:rsid w:val="00492C97"/>
    <w:rsid w:val="00493C69"/>
    <w:rsid w:val="004968F0"/>
    <w:rsid w:val="004A19AB"/>
    <w:rsid w:val="004A33FC"/>
    <w:rsid w:val="004B2A2C"/>
    <w:rsid w:val="004B550F"/>
    <w:rsid w:val="004C2B8F"/>
    <w:rsid w:val="004C3646"/>
    <w:rsid w:val="004C4F23"/>
    <w:rsid w:val="004C7A6E"/>
    <w:rsid w:val="004D2533"/>
    <w:rsid w:val="004D45A9"/>
    <w:rsid w:val="004D6E8E"/>
    <w:rsid w:val="004E69EC"/>
    <w:rsid w:val="004F4B08"/>
    <w:rsid w:val="0050137E"/>
    <w:rsid w:val="0050588E"/>
    <w:rsid w:val="005072E6"/>
    <w:rsid w:val="0051241E"/>
    <w:rsid w:val="00516658"/>
    <w:rsid w:val="005230B4"/>
    <w:rsid w:val="005261B7"/>
    <w:rsid w:val="0053182E"/>
    <w:rsid w:val="00541A1B"/>
    <w:rsid w:val="005610D5"/>
    <w:rsid w:val="0057268E"/>
    <w:rsid w:val="00580B70"/>
    <w:rsid w:val="005922CF"/>
    <w:rsid w:val="005A16AA"/>
    <w:rsid w:val="005A25E2"/>
    <w:rsid w:val="005A32EE"/>
    <w:rsid w:val="005B43EE"/>
    <w:rsid w:val="005B53FC"/>
    <w:rsid w:val="005D271D"/>
    <w:rsid w:val="005E07ED"/>
    <w:rsid w:val="005E0837"/>
    <w:rsid w:val="005E2841"/>
    <w:rsid w:val="005F7EBB"/>
    <w:rsid w:val="00605197"/>
    <w:rsid w:val="00611087"/>
    <w:rsid w:val="00632960"/>
    <w:rsid w:val="00643C27"/>
    <w:rsid w:val="00652623"/>
    <w:rsid w:val="0065340A"/>
    <w:rsid w:val="00657A2B"/>
    <w:rsid w:val="006642C1"/>
    <w:rsid w:val="00670DF7"/>
    <w:rsid w:val="006741B6"/>
    <w:rsid w:val="006747CD"/>
    <w:rsid w:val="00677180"/>
    <w:rsid w:val="00677CCC"/>
    <w:rsid w:val="006801F6"/>
    <w:rsid w:val="00680705"/>
    <w:rsid w:val="00685519"/>
    <w:rsid w:val="006861B4"/>
    <w:rsid w:val="00692D87"/>
    <w:rsid w:val="00695224"/>
    <w:rsid w:val="00696388"/>
    <w:rsid w:val="006A0451"/>
    <w:rsid w:val="006A17F4"/>
    <w:rsid w:val="006A6DA5"/>
    <w:rsid w:val="006A736A"/>
    <w:rsid w:val="006C1A4A"/>
    <w:rsid w:val="006C5156"/>
    <w:rsid w:val="006D01CA"/>
    <w:rsid w:val="006D48D8"/>
    <w:rsid w:val="006E2368"/>
    <w:rsid w:val="006E578A"/>
    <w:rsid w:val="006F0F7C"/>
    <w:rsid w:val="006F7B17"/>
    <w:rsid w:val="007017A5"/>
    <w:rsid w:val="00701925"/>
    <w:rsid w:val="00702A89"/>
    <w:rsid w:val="0071017F"/>
    <w:rsid w:val="00712F91"/>
    <w:rsid w:val="00716C08"/>
    <w:rsid w:val="00720E2F"/>
    <w:rsid w:val="00732C41"/>
    <w:rsid w:val="0073612D"/>
    <w:rsid w:val="00751056"/>
    <w:rsid w:val="00751F8F"/>
    <w:rsid w:val="00757873"/>
    <w:rsid w:val="00760423"/>
    <w:rsid w:val="0076283A"/>
    <w:rsid w:val="007667B8"/>
    <w:rsid w:val="007708EE"/>
    <w:rsid w:val="00792F6B"/>
    <w:rsid w:val="007A0124"/>
    <w:rsid w:val="007A2AA7"/>
    <w:rsid w:val="007C5582"/>
    <w:rsid w:val="007D1A32"/>
    <w:rsid w:val="007D2590"/>
    <w:rsid w:val="007D5A21"/>
    <w:rsid w:val="007E36A7"/>
    <w:rsid w:val="007E38D2"/>
    <w:rsid w:val="007F0FA3"/>
    <w:rsid w:val="007F6E6C"/>
    <w:rsid w:val="007F7D1D"/>
    <w:rsid w:val="0080309C"/>
    <w:rsid w:val="00804C62"/>
    <w:rsid w:val="008104FE"/>
    <w:rsid w:val="00815E1A"/>
    <w:rsid w:val="0081678F"/>
    <w:rsid w:val="008215DC"/>
    <w:rsid w:val="00822787"/>
    <w:rsid w:val="008255D3"/>
    <w:rsid w:val="008306F2"/>
    <w:rsid w:val="0083274C"/>
    <w:rsid w:val="008454B6"/>
    <w:rsid w:val="00850AA7"/>
    <w:rsid w:val="0085160E"/>
    <w:rsid w:val="008770F6"/>
    <w:rsid w:val="00886DF7"/>
    <w:rsid w:val="008871DF"/>
    <w:rsid w:val="00894841"/>
    <w:rsid w:val="00897D2A"/>
    <w:rsid w:val="008A2DC4"/>
    <w:rsid w:val="008B2AA2"/>
    <w:rsid w:val="008B32C3"/>
    <w:rsid w:val="008C14C4"/>
    <w:rsid w:val="008C5773"/>
    <w:rsid w:val="008C5C15"/>
    <w:rsid w:val="008D6F8C"/>
    <w:rsid w:val="008D7F73"/>
    <w:rsid w:val="008E3991"/>
    <w:rsid w:val="008E6C9C"/>
    <w:rsid w:val="008F475A"/>
    <w:rsid w:val="008F498E"/>
    <w:rsid w:val="009167E0"/>
    <w:rsid w:val="009171B0"/>
    <w:rsid w:val="009252E0"/>
    <w:rsid w:val="00930F39"/>
    <w:rsid w:val="009368C3"/>
    <w:rsid w:val="00940D16"/>
    <w:rsid w:val="00942F5D"/>
    <w:rsid w:val="00961914"/>
    <w:rsid w:val="00966302"/>
    <w:rsid w:val="00967162"/>
    <w:rsid w:val="009675BA"/>
    <w:rsid w:val="009742EA"/>
    <w:rsid w:val="00975816"/>
    <w:rsid w:val="00977EDB"/>
    <w:rsid w:val="00980E2C"/>
    <w:rsid w:val="00982C01"/>
    <w:rsid w:val="009A56C1"/>
    <w:rsid w:val="009A5AD6"/>
    <w:rsid w:val="009A782C"/>
    <w:rsid w:val="009B35C6"/>
    <w:rsid w:val="009B497F"/>
    <w:rsid w:val="009C36FB"/>
    <w:rsid w:val="009C5BF5"/>
    <w:rsid w:val="009D2EA2"/>
    <w:rsid w:val="009E05F5"/>
    <w:rsid w:val="009F24FA"/>
    <w:rsid w:val="00A101DD"/>
    <w:rsid w:val="00A11B21"/>
    <w:rsid w:val="00A32BCA"/>
    <w:rsid w:val="00A3711E"/>
    <w:rsid w:val="00A55B2B"/>
    <w:rsid w:val="00A602D3"/>
    <w:rsid w:val="00A6416B"/>
    <w:rsid w:val="00A66289"/>
    <w:rsid w:val="00A72BFF"/>
    <w:rsid w:val="00A75FAF"/>
    <w:rsid w:val="00A851B7"/>
    <w:rsid w:val="00AA5DBF"/>
    <w:rsid w:val="00AA7A54"/>
    <w:rsid w:val="00AB6557"/>
    <w:rsid w:val="00AC0191"/>
    <w:rsid w:val="00AC1EC9"/>
    <w:rsid w:val="00AC5DB1"/>
    <w:rsid w:val="00AD7E74"/>
    <w:rsid w:val="00AF7EF7"/>
    <w:rsid w:val="00B0339E"/>
    <w:rsid w:val="00B06520"/>
    <w:rsid w:val="00B22684"/>
    <w:rsid w:val="00B2391A"/>
    <w:rsid w:val="00B24D60"/>
    <w:rsid w:val="00B25001"/>
    <w:rsid w:val="00B27162"/>
    <w:rsid w:val="00B27CE3"/>
    <w:rsid w:val="00B32FDE"/>
    <w:rsid w:val="00B331D3"/>
    <w:rsid w:val="00B430DC"/>
    <w:rsid w:val="00B45B39"/>
    <w:rsid w:val="00B54FC4"/>
    <w:rsid w:val="00B65666"/>
    <w:rsid w:val="00B71DD0"/>
    <w:rsid w:val="00B8301C"/>
    <w:rsid w:val="00B84491"/>
    <w:rsid w:val="00BA22A9"/>
    <w:rsid w:val="00BB7A11"/>
    <w:rsid w:val="00BC3868"/>
    <w:rsid w:val="00BC4F05"/>
    <w:rsid w:val="00BC5989"/>
    <w:rsid w:val="00BC68DD"/>
    <w:rsid w:val="00BD38A8"/>
    <w:rsid w:val="00BD576F"/>
    <w:rsid w:val="00BD57E7"/>
    <w:rsid w:val="00BE09EE"/>
    <w:rsid w:val="00BE7823"/>
    <w:rsid w:val="00BF6B3E"/>
    <w:rsid w:val="00C13D91"/>
    <w:rsid w:val="00C26EDC"/>
    <w:rsid w:val="00C33AA4"/>
    <w:rsid w:val="00C3701D"/>
    <w:rsid w:val="00C40636"/>
    <w:rsid w:val="00C61BE6"/>
    <w:rsid w:val="00C61CF9"/>
    <w:rsid w:val="00C66C7F"/>
    <w:rsid w:val="00C7025C"/>
    <w:rsid w:val="00C73708"/>
    <w:rsid w:val="00C758EC"/>
    <w:rsid w:val="00C82675"/>
    <w:rsid w:val="00C841B8"/>
    <w:rsid w:val="00C85FB9"/>
    <w:rsid w:val="00C934EC"/>
    <w:rsid w:val="00C94C5B"/>
    <w:rsid w:val="00C964CB"/>
    <w:rsid w:val="00CA2A91"/>
    <w:rsid w:val="00CA6D55"/>
    <w:rsid w:val="00CB35AB"/>
    <w:rsid w:val="00CC4F3C"/>
    <w:rsid w:val="00CC55B0"/>
    <w:rsid w:val="00CC7CB8"/>
    <w:rsid w:val="00CD6661"/>
    <w:rsid w:val="00CD7867"/>
    <w:rsid w:val="00CE4404"/>
    <w:rsid w:val="00CE5111"/>
    <w:rsid w:val="00CE5A59"/>
    <w:rsid w:val="00CE5E59"/>
    <w:rsid w:val="00CF2F36"/>
    <w:rsid w:val="00CF580E"/>
    <w:rsid w:val="00CF62AB"/>
    <w:rsid w:val="00D20678"/>
    <w:rsid w:val="00D21ADB"/>
    <w:rsid w:val="00D353CD"/>
    <w:rsid w:val="00D36054"/>
    <w:rsid w:val="00D42E9A"/>
    <w:rsid w:val="00D463B7"/>
    <w:rsid w:val="00D46981"/>
    <w:rsid w:val="00D52C70"/>
    <w:rsid w:val="00D55E7F"/>
    <w:rsid w:val="00D562BD"/>
    <w:rsid w:val="00D63429"/>
    <w:rsid w:val="00D745F2"/>
    <w:rsid w:val="00D747FD"/>
    <w:rsid w:val="00D87DF7"/>
    <w:rsid w:val="00D87F17"/>
    <w:rsid w:val="00D92AF3"/>
    <w:rsid w:val="00D94B07"/>
    <w:rsid w:val="00DA7A84"/>
    <w:rsid w:val="00DB161C"/>
    <w:rsid w:val="00DC043C"/>
    <w:rsid w:val="00DC482C"/>
    <w:rsid w:val="00DD62B2"/>
    <w:rsid w:val="00DF0AA5"/>
    <w:rsid w:val="00E04D61"/>
    <w:rsid w:val="00E120CC"/>
    <w:rsid w:val="00E13387"/>
    <w:rsid w:val="00E13FE0"/>
    <w:rsid w:val="00E239B7"/>
    <w:rsid w:val="00E2532B"/>
    <w:rsid w:val="00E25D73"/>
    <w:rsid w:val="00E3379A"/>
    <w:rsid w:val="00E353E1"/>
    <w:rsid w:val="00E356CC"/>
    <w:rsid w:val="00E40189"/>
    <w:rsid w:val="00E42729"/>
    <w:rsid w:val="00E430A9"/>
    <w:rsid w:val="00E453F4"/>
    <w:rsid w:val="00E568FB"/>
    <w:rsid w:val="00E63AC7"/>
    <w:rsid w:val="00E71B65"/>
    <w:rsid w:val="00E76BE9"/>
    <w:rsid w:val="00E81D2A"/>
    <w:rsid w:val="00E85B37"/>
    <w:rsid w:val="00E905AE"/>
    <w:rsid w:val="00E94DD3"/>
    <w:rsid w:val="00EA71FA"/>
    <w:rsid w:val="00EB39F1"/>
    <w:rsid w:val="00EC04D8"/>
    <w:rsid w:val="00ED1A63"/>
    <w:rsid w:val="00EE2137"/>
    <w:rsid w:val="00EF1608"/>
    <w:rsid w:val="00EF29D3"/>
    <w:rsid w:val="00F04092"/>
    <w:rsid w:val="00F323E6"/>
    <w:rsid w:val="00F4252D"/>
    <w:rsid w:val="00F42B7D"/>
    <w:rsid w:val="00F4327D"/>
    <w:rsid w:val="00F440AD"/>
    <w:rsid w:val="00F4756A"/>
    <w:rsid w:val="00F500F4"/>
    <w:rsid w:val="00F5440C"/>
    <w:rsid w:val="00F54674"/>
    <w:rsid w:val="00F5680D"/>
    <w:rsid w:val="00F56E55"/>
    <w:rsid w:val="00F6062E"/>
    <w:rsid w:val="00F62EE8"/>
    <w:rsid w:val="00F76BA1"/>
    <w:rsid w:val="00F82B49"/>
    <w:rsid w:val="00F85DFB"/>
    <w:rsid w:val="00FA5FCC"/>
    <w:rsid w:val="00FA7F00"/>
    <w:rsid w:val="00FB178D"/>
    <w:rsid w:val="00FB5123"/>
    <w:rsid w:val="00FD64FC"/>
    <w:rsid w:val="00FF388C"/>
    <w:rsid w:val="00FF57D7"/>
    <w:rsid w:val="00FF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756D7"/>
  <w15:docId w15:val="{42D2CD34-1E08-4D35-AFE5-EC47D601A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D21ADB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720E2F"/>
    <w:pPr>
      <w:tabs>
        <w:tab w:val="center" w:pos="4536"/>
        <w:tab w:val="right" w:pos="9072"/>
      </w:tabs>
    </w:pPr>
    <w:rPr>
      <w:szCs w:val="20"/>
      <w:lang w:eastAsia="en-US"/>
    </w:rPr>
  </w:style>
  <w:style w:type="character" w:customStyle="1" w:styleId="GlavaZnak">
    <w:name w:val="Glava Znak"/>
    <w:link w:val="Glava"/>
    <w:locked/>
    <w:rsid w:val="00720E2F"/>
    <w:rPr>
      <w:sz w:val="24"/>
      <w:lang w:val="sl-SI" w:eastAsia="en-US" w:bidi="ar-SA"/>
    </w:rPr>
  </w:style>
  <w:style w:type="paragraph" w:styleId="Odstavekseznama">
    <w:name w:val="List Paragraph"/>
    <w:basedOn w:val="Navaden"/>
    <w:uiPriority w:val="1"/>
    <w:qFormat/>
    <w:rsid w:val="00D353CD"/>
    <w:pPr>
      <w:ind w:left="720"/>
      <w:contextualSpacing/>
    </w:pPr>
  </w:style>
  <w:style w:type="paragraph" w:styleId="Besedilooblaka">
    <w:name w:val="Balloon Text"/>
    <w:basedOn w:val="Navaden"/>
    <w:link w:val="BesedilooblakaZnak"/>
    <w:rsid w:val="00A3711E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A3711E"/>
    <w:rPr>
      <w:rFonts w:ascii="Tahoma" w:hAnsi="Tahoma" w:cs="Tahoma"/>
      <w:sz w:val="16"/>
      <w:szCs w:val="16"/>
    </w:rPr>
  </w:style>
  <w:style w:type="character" w:styleId="Poudarek">
    <w:name w:val="Emphasis"/>
    <w:basedOn w:val="Privzetapisavaodstavka"/>
    <w:uiPriority w:val="20"/>
    <w:qFormat/>
    <w:rsid w:val="00EF29D3"/>
    <w:rPr>
      <w:i/>
      <w:iCs/>
    </w:rPr>
  </w:style>
  <w:style w:type="character" w:styleId="Hiperpovezava">
    <w:name w:val="Hyperlink"/>
    <w:basedOn w:val="Privzetapisavaodstavka"/>
    <w:uiPriority w:val="99"/>
    <w:unhideWhenUsed/>
    <w:rsid w:val="00EF29D3"/>
    <w:rPr>
      <w:color w:val="0000FF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F5680D"/>
    <w:rPr>
      <w:color w:val="808080"/>
      <w:shd w:val="clear" w:color="auto" w:fill="E6E6E6"/>
    </w:rPr>
  </w:style>
  <w:style w:type="character" w:customStyle="1" w:styleId="Nerazreenaomemba2">
    <w:name w:val="Nerazrešena omemba2"/>
    <w:basedOn w:val="Privzetapisavaodstavka"/>
    <w:uiPriority w:val="99"/>
    <w:semiHidden/>
    <w:unhideWhenUsed/>
    <w:rsid w:val="005B43EE"/>
    <w:rPr>
      <w:color w:val="808080"/>
      <w:shd w:val="clear" w:color="auto" w:fill="E6E6E6"/>
    </w:rPr>
  </w:style>
  <w:style w:type="character" w:styleId="Nerazreenaomemba">
    <w:name w:val="Unresolved Mention"/>
    <w:basedOn w:val="Privzetapisavaodstavka"/>
    <w:uiPriority w:val="99"/>
    <w:semiHidden/>
    <w:unhideWhenUsed/>
    <w:rsid w:val="003C0C9D"/>
    <w:rPr>
      <w:color w:val="808080"/>
      <w:shd w:val="clear" w:color="auto" w:fill="E6E6E6"/>
    </w:rPr>
  </w:style>
  <w:style w:type="character" w:styleId="Krepko">
    <w:name w:val="Strong"/>
    <w:basedOn w:val="Privzetapisavaodstavka"/>
    <w:qFormat/>
    <w:rsid w:val="002776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8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re.erzen@leag.si" TargetMode="External"/><Relationship Id="rId3" Type="http://schemas.openxmlformats.org/officeDocument/2006/relationships/styles" Target="styles.xml"/><Relationship Id="rId7" Type="http://schemas.openxmlformats.org/officeDocument/2006/relationships/hyperlink" Target="mailto:peter.horvat@lpp.si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horjul.e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leksander.gube@oshorjul.s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porabnik\AppData\Roaming\Microsoft\Templates\glava%20-%20j.j.%20NOVA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42942-52A8-442A-8447-2DE32421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glava - j.j. NOVA</Template>
  <TotalTime>2561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nemesis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Urska Marolt</cp:lastModifiedBy>
  <cp:revision>40</cp:revision>
  <cp:lastPrinted>2018-11-27T13:18:00Z</cp:lastPrinted>
  <dcterms:created xsi:type="dcterms:W3CDTF">2024-05-30T06:44:00Z</dcterms:created>
  <dcterms:modified xsi:type="dcterms:W3CDTF">2024-09-25T13:19:00Z</dcterms:modified>
</cp:coreProperties>
</file>