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EF687" w14:textId="77777777" w:rsidR="007017A5" w:rsidRPr="00277612" w:rsidRDefault="007017A5">
      <w:pPr>
        <w:rPr>
          <w:rStyle w:val="Krepko"/>
        </w:rPr>
      </w:pPr>
    </w:p>
    <w:tbl>
      <w:tblPr>
        <w:tblW w:w="0" w:type="auto"/>
        <w:jc w:val="center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45"/>
        <w:gridCol w:w="2052"/>
      </w:tblGrid>
      <w:tr w:rsidR="00720E2F" w14:paraId="3145EAD7" w14:textId="77777777" w:rsidTr="00413671">
        <w:trPr>
          <w:jc w:val="center"/>
        </w:trPr>
        <w:tc>
          <w:tcPr>
            <w:tcW w:w="1913" w:type="dxa"/>
            <w:vAlign w:val="center"/>
          </w:tcPr>
          <w:p w14:paraId="12761FF8" w14:textId="77777777" w:rsidR="00720E2F" w:rsidRDefault="00D353CD" w:rsidP="0085160E">
            <w:pPr>
              <w:pStyle w:val="Glav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7728" behindDoc="0" locked="0" layoutInCell="1" allowOverlap="1" wp14:anchorId="57E93D7E" wp14:editId="29E8F3E6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95325" cy="790575"/>
                  <wp:effectExtent l="0" t="0" r="9525" b="9525"/>
                  <wp:wrapSquare wrapText="bothSides"/>
                  <wp:docPr id="2" name="Slika 16" descr="G:\MOJCA\stye\grb_horj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 descr="G:\MOJCA\stye\grb_horj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vAlign w:val="center"/>
          </w:tcPr>
          <w:p w14:paraId="58B531A7" w14:textId="77777777" w:rsidR="00720E2F" w:rsidRPr="00413671" w:rsidRDefault="00720E2F" w:rsidP="00413671">
            <w:pPr>
              <w:jc w:val="center"/>
              <w:rPr>
                <w:b/>
              </w:rPr>
            </w:pPr>
            <w:r w:rsidRPr="00413671">
              <w:rPr>
                <w:b/>
                <w:shd w:val="pct5" w:color="auto" w:fill="FFFFFF"/>
              </w:rPr>
              <w:t>OBČINA HORJUL</w:t>
            </w:r>
          </w:p>
          <w:p w14:paraId="3A3EB53A" w14:textId="77777777" w:rsidR="00720E2F" w:rsidRPr="00413671" w:rsidRDefault="00720E2F" w:rsidP="00413671">
            <w:pPr>
              <w:jc w:val="center"/>
              <w:rPr>
                <w:color w:val="000000"/>
                <w:sz w:val="20"/>
                <w:szCs w:val="20"/>
              </w:rPr>
            </w:pPr>
            <w:r w:rsidRPr="00413671">
              <w:rPr>
                <w:color w:val="000000"/>
                <w:sz w:val="20"/>
                <w:szCs w:val="20"/>
              </w:rPr>
              <w:t>Občinski trg 1</w:t>
            </w:r>
          </w:p>
          <w:p w14:paraId="12BB3895" w14:textId="77777777" w:rsidR="00720E2F" w:rsidRPr="00413671" w:rsidRDefault="00720E2F" w:rsidP="00413671">
            <w:pPr>
              <w:jc w:val="center"/>
              <w:rPr>
                <w:sz w:val="20"/>
                <w:szCs w:val="20"/>
              </w:rPr>
            </w:pPr>
            <w:r w:rsidRPr="00413671">
              <w:rPr>
                <w:sz w:val="20"/>
                <w:szCs w:val="20"/>
              </w:rPr>
              <w:t>1354 HORJUL</w:t>
            </w:r>
          </w:p>
          <w:p w14:paraId="33765CAF" w14:textId="1FDF398F" w:rsidR="00720E2F" w:rsidRDefault="00720E2F" w:rsidP="00413671">
            <w:pPr>
              <w:pStyle w:val="Glava"/>
              <w:jc w:val="center"/>
            </w:pPr>
            <w:r w:rsidRPr="00413671">
              <w:rPr>
                <w:rFonts w:ascii="Wingdings" w:hAnsi="Wingdings"/>
                <w:snapToGrid w:val="0"/>
                <w:sz w:val="20"/>
                <w:shd w:val="pct5" w:color="auto" w:fill="FFFFFF"/>
                <w:lang w:eastAsia="sl-SI"/>
              </w:rPr>
              <w:t></w:t>
            </w:r>
            <w:r w:rsidRPr="00413671">
              <w:rPr>
                <w:sz w:val="20"/>
                <w:shd w:val="pct5" w:color="auto" w:fill="FFFFFF"/>
              </w:rPr>
              <w:t xml:space="preserve">(01) 7591 120    </w:t>
            </w:r>
            <w:r w:rsidRPr="00413671">
              <w:rPr>
                <w:sz w:val="20"/>
                <w:shd w:val="pct5" w:color="auto" w:fill="FFFFFF"/>
              </w:rPr>
              <w:br/>
              <w:t>E-mail: obcina@horjul.si</w:t>
            </w:r>
          </w:p>
        </w:tc>
        <w:tc>
          <w:tcPr>
            <w:tcW w:w="2052" w:type="dxa"/>
            <w:vAlign w:val="center"/>
          </w:tcPr>
          <w:p w14:paraId="5ECE7406" w14:textId="77777777" w:rsidR="00720E2F" w:rsidRDefault="00720E2F" w:rsidP="00214EFA">
            <w:pPr>
              <w:pStyle w:val="Glava"/>
              <w:jc w:val="center"/>
            </w:pPr>
          </w:p>
        </w:tc>
      </w:tr>
    </w:tbl>
    <w:p w14:paraId="624EF9B8" w14:textId="77777777" w:rsidR="00720E2F" w:rsidRDefault="00720E2F" w:rsidP="00720E2F"/>
    <w:p w14:paraId="087B43BE" w14:textId="77777777" w:rsidR="009C36FB" w:rsidRPr="00381F40" w:rsidRDefault="009C36FB" w:rsidP="007A0124"/>
    <w:p w14:paraId="4F6E085C" w14:textId="3BA5111D" w:rsidR="007A0124" w:rsidRPr="006228D8" w:rsidRDefault="007A0124" w:rsidP="007A0124">
      <w:r w:rsidRPr="006228D8">
        <w:t>Štev</w:t>
      </w:r>
      <w:r w:rsidR="00E76BE9" w:rsidRPr="006228D8">
        <w:t>ilka</w:t>
      </w:r>
      <w:r w:rsidR="009368C3" w:rsidRPr="006228D8">
        <w:t xml:space="preserve">: </w:t>
      </w:r>
      <w:r w:rsidR="00A66289" w:rsidRPr="006228D8">
        <w:t>9000-000</w:t>
      </w:r>
      <w:r w:rsidR="00DA5AFE" w:rsidRPr="006228D8">
        <w:t>6</w:t>
      </w:r>
      <w:r w:rsidR="00A66289" w:rsidRPr="006228D8">
        <w:t>/202</w:t>
      </w:r>
      <w:r w:rsidR="00C33AA4" w:rsidRPr="006228D8">
        <w:t>4</w:t>
      </w:r>
      <w:r w:rsidR="006228D8">
        <w:t>-1</w:t>
      </w:r>
    </w:p>
    <w:p w14:paraId="4B43821F" w14:textId="2AAE7E05" w:rsidR="00C26EDC" w:rsidRPr="00381F40" w:rsidRDefault="00886DF7" w:rsidP="00D353CD">
      <w:r w:rsidRPr="00381F40">
        <w:t>Datum:</w:t>
      </w:r>
      <w:r w:rsidR="00445D5E" w:rsidRPr="00381F40">
        <w:t xml:space="preserve"> </w:t>
      </w:r>
      <w:r w:rsidR="006228D8">
        <w:t>1</w:t>
      </w:r>
      <w:r w:rsidR="00DD6D69">
        <w:t>0</w:t>
      </w:r>
      <w:r w:rsidR="006228D8">
        <w:t>. 12. 2024</w:t>
      </w:r>
      <w:r w:rsidR="00A66289" w:rsidRPr="00381F40">
        <w:t xml:space="preserve"> </w:t>
      </w:r>
      <w:r w:rsidR="0050588E" w:rsidRPr="00381F40">
        <w:t xml:space="preserve"> </w:t>
      </w:r>
    </w:p>
    <w:p w14:paraId="77E3AAC9" w14:textId="77777777" w:rsidR="00E13387" w:rsidRPr="002C24E4" w:rsidRDefault="00E13387" w:rsidP="00D353CD"/>
    <w:p w14:paraId="741BE4D1" w14:textId="77777777" w:rsidR="007667B8" w:rsidRPr="00652623" w:rsidRDefault="007667B8" w:rsidP="00D353CD"/>
    <w:p w14:paraId="6D26133E" w14:textId="77777777" w:rsidR="00E13387" w:rsidRPr="00652623" w:rsidRDefault="00E13387" w:rsidP="00D353CD"/>
    <w:p w14:paraId="68BD3253" w14:textId="77777777" w:rsidR="00D353CD" w:rsidRPr="00652623" w:rsidRDefault="00D353CD" w:rsidP="00D353CD">
      <w:pPr>
        <w:jc w:val="center"/>
        <w:rPr>
          <w:b/>
          <w:sz w:val="32"/>
        </w:rPr>
      </w:pPr>
      <w:r w:rsidRPr="00652623">
        <w:rPr>
          <w:b/>
          <w:sz w:val="32"/>
        </w:rPr>
        <w:t xml:space="preserve">S K L I C U J E M </w:t>
      </w:r>
    </w:p>
    <w:p w14:paraId="0C900342" w14:textId="77777777" w:rsidR="00D42E9A" w:rsidRDefault="00D42E9A" w:rsidP="00D42E9A">
      <w:pPr>
        <w:rPr>
          <w:sz w:val="28"/>
        </w:rPr>
      </w:pPr>
      <w:r>
        <w:rPr>
          <w:sz w:val="28"/>
        </w:rPr>
        <w:tab/>
      </w:r>
    </w:p>
    <w:p w14:paraId="6E1318E8" w14:textId="14633CF1" w:rsidR="00D353CD" w:rsidRPr="00D42E9A" w:rsidRDefault="00061351" w:rsidP="00D42E9A">
      <w:pPr>
        <w:jc w:val="center"/>
        <w:rPr>
          <w:sz w:val="28"/>
        </w:rPr>
      </w:pPr>
      <w:r>
        <w:rPr>
          <w:sz w:val="28"/>
        </w:rPr>
        <w:t>1</w:t>
      </w:r>
      <w:r w:rsidR="00DA5AFE">
        <w:rPr>
          <w:sz w:val="28"/>
        </w:rPr>
        <w:t>4</w:t>
      </w:r>
      <w:r w:rsidR="00D42E9A">
        <w:rPr>
          <w:sz w:val="28"/>
        </w:rPr>
        <w:t xml:space="preserve">. </w:t>
      </w:r>
      <w:r w:rsidR="00C85FB9" w:rsidRPr="00D42E9A">
        <w:rPr>
          <w:sz w:val="28"/>
        </w:rPr>
        <w:t xml:space="preserve">redno </w:t>
      </w:r>
      <w:r w:rsidR="00C82675" w:rsidRPr="00D42E9A">
        <w:rPr>
          <w:sz w:val="28"/>
        </w:rPr>
        <w:t xml:space="preserve">sejo </w:t>
      </w:r>
      <w:r w:rsidR="00D353CD" w:rsidRPr="00D42E9A">
        <w:rPr>
          <w:sz w:val="28"/>
        </w:rPr>
        <w:t>občinskega sveta Občine Horjul,</w:t>
      </w:r>
    </w:p>
    <w:p w14:paraId="6DAF6FBE" w14:textId="77777777" w:rsidR="00D353CD" w:rsidRPr="0073612D" w:rsidRDefault="00D353CD" w:rsidP="00D353CD">
      <w:pPr>
        <w:jc w:val="center"/>
        <w:rPr>
          <w:sz w:val="28"/>
        </w:rPr>
      </w:pPr>
    </w:p>
    <w:p w14:paraId="7E5EC8C7" w14:textId="2C4C79D8" w:rsidR="00D353CD" w:rsidRPr="005C3C4C" w:rsidRDefault="00980E2C" w:rsidP="00D353CD">
      <w:pPr>
        <w:jc w:val="center"/>
        <w:rPr>
          <w:b/>
          <w:sz w:val="28"/>
        </w:rPr>
      </w:pPr>
      <w:r w:rsidRPr="0080137A">
        <w:rPr>
          <w:b/>
          <w:sz w:val="28"/>
        </w:rPr>
        <w:t xml:space="preserve">v </w:t>
      </w:r>
      <w:r w:rsidR="00244F1A" w:rsidRPr="0080137A">
        <w:rPr>
          <w:b/>
          <w:sz w:val="28"/>
        </w:rPr>
        <w:t>četrtek</w:t>
      </w:r>
      <w:r w:rsidRPr="0080137A">
        <w:rPr>
          <w:b/>
          <w:sz w:val="28"/>
        </w:rPr>
        <w:t>,</w:t>
      </w:r>
      <w:r w:rsidR="004C2B8F" w:rsidRPr="0080137A">
        <w:rPr>
          <w:b/>
          <w:sz w:val="28"/>
        </w:rPr>
        <w:t xml:space="preserve"> </w:t>
      </w:r>
      <w:r w:rsidR="00381F40" w:rsidRPr="0080137A">
        <w:rPr>
          <w:b/>
          <w:sz w:val="28"/>
        </w:rPr>
        <w:t>1</w:t>
      </w:r>
      <w:r w:rsidR="00DA5AFE" w:rsidRPr="0080137A">
        <w:rPr>
          <w:b/>
          <w:sz w:val="28"/>
        </w:rPr>
        <w:t>9</w:t>
      </w:r>
      <w:r w:rsidR="00381F40" w:rsidRPr="0080137A">
        <w:rPr>
          <w:b/>
          <w:sz w:val="28"/>
        </w:rPr>
        <w:t>.1</w:t>
      </w:r>
      <w:r w:rsidR="00DA5AFE" w:rsidRPr="0080137A">
        <w:rPr>
          <w:b/>
          <w:sz w:val="28"/>
        </w:rPr>
        <w:t>2</w:t>
      </w:r>
      <w:r w:rsidR="00406014" w:rsidRPr="0080137A">
        <w:rPr>
          <w:b/>
          <w:sz w:val="28"/>
        </w:rPr>
        <w:t>.202</w:t>
      </w:r>
      <w:r w:rsidR="0020598C" w:rsidRPr="0080137A">
        <w:rPr>
          <w:b/>
          <w:sz w:val="28"/>
        </w:rPr>
        <w:t>4</w:t>
      </w:r>
      <w:r w:rsidR="004633B9" w:rsidRPr="0080137A">
        <w:rPr>
          <w:b/>
          <w:sz w:val="28"/>
        </w:rPr>
        <w:t>,</w:t>
      </w:r>
      <w:r w:rsidR="008B2AA2" w:rsidRPr="0080137A">
        <w:rPr>
          <w:b/>
          <w:sz w:val="28"/>
        </w:rPr>
        <w:t xml:space="preserve"> </w:t>
      </w:r>
      <w:r w:rsidR="006D48D8" w:rsidRPr="0080137A">
        <w:rPr>
          <w:b/>
          <w:sz w:val="28"/>
        </w:rPr>
        <w:t xml:space="preserve">ob </w:t>
      </w:r>
      <w:r w:rsidR="00244F1A" w:rsidRPr="0080137A">
        <w:rPr>
          <w:b/>
          <w:sz w:val="28"/>
        </w:rPr>
        <w:t>1</w:t>
      </w:r>
      <w:r w:rsidR="00DA5AFE" w:rsidRPr="0080137A">
        <w:rPr>
          <w:b/>
          <w:sz w:val="28"/>
        </w:rPr>
        <w:t>8</w:t>
      </w:r>
      <w:r w:rsidR="00AF58CF" w:rsidRPr="0080137A">
        <w:rPr>
          <w:b/>
          <w:sz w:val="28"/>
        </w:rPr>
        <w:t>.</w:t>
      </w:r>
      <w:r w:rsidR="00D353CD" w:rsidRPr="0080137A">
        <w:rPr>
          <w:b/>
          <w:sz w:val="28"/>
        </w:rPr>
        <w:t xml:space="preserve"> uri, v sejni </w:t>
      </w:r>
      <w:r w:rsidR="00D353CD" w:rsidRPr="005C3C4C">
        <w:rPr>
          <w:b/>
          <w:sz w:val="28"/>
        </w:rPr>
        <w:t>sobi Občine Horjul.</w:t>
      </w:r>
    </w:p>
    <w:p w14:paraId="154964C5" w14:textId="77777777" w:rsidR="00D353CD" w:rsidRPr="00652623" w:rsidRDefault="00D353CD" w:rsidP="00D353CD"/>
    <w:p w14:paraId="3BAB9163" w14:textId="77777777" w:rsidR="00E13387" w:rsidRPr="00652623" w:rsidRDefault="00E13387" w:rsidP="00D353CD"/>
    <w:p w14:paraId="44D0672B" w14:textId="77777777" w:rsidR="00D353CD" w:rsidRPr="00652623" w:rsidRDefault="00D353CD" w:rsidP="00D353CD">
      <w:r w:rsidRPr="00652623">
        <w:t xml:space="preserve">Dnevni red: </w:t>
      </w:r>
    </w:p>
    <w:p w14:paraId="0A12C094" w14:textId="77777777" w:rsidR="00D353CD" w:rsidRPr="00652623" w:rsidRDefault="00D353CD" w:rsidP="00D353CD"/>
    <w:p w14:paraId="271F2FCA" w14:textId="687BF5C3" w:rsidR="00DC482C" w:rsidRDefault="00652623" w:rsidP="00652623">
      <w:pPr>
        <w:numPr>
          <w:ilvl w:val="0"/>
          <w:numId w:val="10"/>
        </w:numPr>
        <w:jc w:val="both"/>
        <w:rPr>
          <w:color w:val="000000" w:themeColor="text1"/>
        </w:rPr>
      </w:pPr>
      <w:r w:rsidRPr="008454B6">
        <w:rPr>
          <w:color w:val="000000" w:themeColor="text1"/>
        </w:rPr>
        <w:t xml:space="preserve">Pregled in sprejem zapisnika </w:t>
      </w:r>
      <w:r w:rsidR="00061351">
        <w:rPr>
          <w:color w:val="000000" w:themeColor="text1"/>
        </w:rPr>
        <w:t>1</w:t>
      </w:r>
      <w:r w:rsidR="00DA5AFE">
        <w:rPr>
          <w:color w:val="000000" w:themeColor="text1"/>
        </w:rPr>
        <w:t>3</w:t>
      </w:r>
      <w:r w:rsidRPr="008454B6">
        <w:rPr>
          <w:color w:val="000000" w:themeColor="text1"/>
        </w:rPr>
        <w:t>. redne seje</w:t>
      </w:r>
    </w:p>
    <w:p w14:paraId="7ACBCD3B" w14:textId="6DC1F95F" w:rsidR="00701036" w:rsidRDefault="00701036" w:rsidP="00DA5AFE">
      <w:pPr>
        <w:numPr>
          <w:ilvl w:val="0"/>
          <w:numId w:val="10"/>
        </w:numPr>
        <w:jc w:val="both"/>
      </w:pPr>
      <w:r>
        <w:t xml:space="preserve">Sklep </w:t>
      </w:r>
      <w:r w:rsidRPr="00701036">
        <w:t>o lokacijski preveritvi za del enote urejanja prostora z oznako Ho_16</w:t>
      </w:r>
    </w:p>
    <w:p w14:paraId="2CBFB03D" w14:textId="41BD31A8" w:rsidR="00DA5AFE" w:rsidRPr="0080137A" w:rsidRDefault="00DA5AFE" w:rsidP="00DA5AFE">
      <w:pPr>
        <w:numPr>
          <w:ilvl w:val="0"/>
          <w:numId w:val="10"/>
        </w:numPr>
        <w:jc w:val="both"/>
      </w:pPr>
      <w:r w:rsidRPr="0080137A">
        <w:t>Pravilnik o sofinanciranju nakupa hišnih črpališč komunalnih odpadnih voda na območju občine Horjul</w:t>
      </w:r>
    </w:p>
    <w:p w14:paraId="451D9E3B" w14:textId="54D39243" w:rsidR="00701D81" w:rsidRPr="00DE7AB1" w:rsidRDefault="00701D81" w:rsidP="00701D81">
      <w:pPr>
        <w:pStyle w:val="Odstavekseznama"/>
        <w:numPr>
          <w:ilvl w:val="0"/>
          <w:numId w:val="10"/>
        </w:numPr>
        <w:jc w:val="both"/>
      </w:pPr>
      <w:r w:rsidRPr="00DE7AB1">
        <w:t>Proračun Občine Horjul za leto 2025</w:t>
      </w:r>
    </w:p>
    <w:p w14:paraId="1C4C121B" w14:textId="41DE2C62" w:rsidR="00701D81" w:rsidRPr="00DE7AB1" w:rsidRDefault="00701D81" w:rsidP="00701D81">
      <w:pPr>
        <w:pStyle w:val="Odstavekseznama"/>
        <w:widowControl w:val="0"/>
        <w:numPr>
          <w:ilvl w:val="1"/>
          <w:numId w:val="16"/>
        </w:numPr>
        <w:tabs>
          <w:tab w:val="left" w:pos="1214"/>
        </w:tabs>
        <w:autoSpaceDE w:val="0"/>
        <w:autoSpaceDN w:val="0"/>
      </w:pPr>
      <w:r w:rsidRPr="00DE7AB1">
        <w:t>Odlok o proračunu Občine Horjul za leto</w:t>
      </w:r>
      <w:r w:rsidRPr="00DE7AB1">
        <w:rPr>
          <w:spacing w:val="-2"/>
        </w:rPr>
        <w:t xml:space="preserve"> </w:t>
      </w:r>
      <w:r w:rsidRPr="00DE7AB1">
        <w:t>2025</w:t>
      </w:r>
    </w:p>
    <w:p w14:paraId="2D5F5307" w14:textId="1C894FEA" w:rsidR="00701D81" w:rsidRPr="00DE7AB1" w:rsidRDefault="00701D81" w:rsidP="00701D81">
      <w:pPr>
        <w:pStyle w:val="Odstavekseznama"/>
        <w:widowControl w:val="0"/>
        <w:numPr>
          <w:ilvl w:val="1"/>
          <w:numId w:val="16"/>
        </w:numPr>
        <w:tabs>
          <w:tab w:val="left" w:pos="1230"/>
        </w:tabs>
        <w:autoSpaceDE w:val="0"/>
        <w:autoSpaceDN w:val="0"/>
      </w:pPr>
      <w:r w:rsidRPr="00DE7AB1">
        <w:t>Letni načrt ravnanja s stvarnim premoženjem Občine Horjul za leto</w:t>
      </w:r>
      <w:r w:rsidRPr="00DE7AB1">
        <w:rPr>
          <w:spacing w:val="-4"/>
        </w:rPr>
        <w:t xml:space="preserve"> </w:t>
      </w:r>
      <w:r w:rsidRPr="00DE7AB1">
        <w:t>2025</w:t>
      </w:r>
    </w:p>
    <w:p w14:paraId="3D00F661" w14:textId="4D7C81A5" w:rsidR="00701D81" w:rsidRPr="00DE7AB1" w:rsidRDefault="00701D81" w:rsidP="00701D81">
      <w:pPr>
        <w:pStyle w:val="Odstavekseznama"/>
        <w:widowControl w:val="0"/>
        <w:numPr>
          <w:ilvl w:val="1"/>
          <w:numId w:val="16"/>
        </w:numPr>
        <w:tabs>
          <w:tab w:val="left" w:pos="1216"/>
        </w:tabs>
        <w:autoSpaceDE w:val="0"/>
        <w:autoSpaceDN w:val="0"/>
      </w:pPr>
      <w:r w:rsidRPr="00DE7AB1">
        <w:t>Letni program prodaje občinskega finančnega premoženja za leto</w:t>
      </w:r>
      <w:r w:rsidRPr="00DE7AB1">
        <w:rPr>
          <w:spacing w:val="-5"/>
        </w:rPr>
        <w:t xml:space="preserve"> </w:t>
      </w:r>
      <w:r w:rsidRPr="00DE7AB1">
        <w:t>2025</w:t>
      </w:r>
    </w:p>
    <w:p w14:paraId="322C514F" w14:textId="6406F006" w:rsidR="00C674C3" w:rsidRPr="00DE7AB1" w:rsidRDefault="00701D81" w:rsidP="00C674C3">
      <w:pPr>
        <w:pStyle w:val="Odstavekseznama"/>
        <w:widowControl w:val="0"/>
        <w:numPr>
          <w:ilvl w:val="1"/>
          <w:numId w:val="16"/>
        </w:numPr>
        <w:tabs>
          <w:tab w:val="left" w:pos="1229"/>
        </w:tabs>
        <w:autoSpaceDE w:val="0"/>
        <w:autoSpaceDN w:val="0"/>
      </w:pPr>
      <w:r w:rsidRPr="00DE7AB1">
        <w:t>Kadrovski načrt Občine Horjul za leto</w:t>
      </w:r>
      <w:r w:rsidRPr="00DE7AB1">
        <w:rPr>
          <w:spacing w:val="-3"/>
        </w:rPr>
        <w:t xml:space="preserve"> </w:t>
      </w:r>
      <w:r w:rsidRPr="00DE7AB1">
        <w:t>2025</w:t>
      </w:r>
    </w:p>
    <w:p w14:paraId="3CB5D05C" w14:textId="6D2C5CD5" w:rsidR="00DE45AD" w:rsidRPr="00DE45AD" w:rsidRDefault="00DE45AD" w:rsidP="0032323D">
      <w:pPr>
        <w:pStyle w:val="Odstavekseznama"/>
        <w:numPr>
          <w:ilvl w:val="0"/>
          <w:numId w:val="10"/>
        </w:numPr>
        <w:jc w:val="both"/>
        <w:rPr>
          <w:bCs/>
        </w:rPr>
      </w:pPr>
      <w:r w:rsidRPr="00DE45AD">
        <w:rPr>
          <w:bCs/>
        </w:rPr>
        <w:t>Sklep o brezplačnem prenosu zemljišča – PGD Žažar</w:t>
      </w:r>
    </w:p>
    <w:p w14:paraId="604C0785" w14:textId="751834FD" w:rsidR="00652623" w:rsidRPr="005334FA" w:rsidRDefault="00652623" w:rsidP="0032323D">
      <w:pPr>
        <w:pStyle w:val="Odstavekseznama"/>
        <w:numPr>
          <w:ilvl w:val="0"/>
          <w:numId w:val="10"/>
        </w:numPr>
        <w:jc w:val="both"/>
      </w:pPr>
      <w:r w:rsidRPr="005334FA">
        <w:t>Informacije, pobude, vprašanja</w:t>
      </w:r>
    </w:p>
    <w:p w14:paraId="0E0CAD3C" w14:textId="77777777" w:rsidR="00EF29D3" w:rsidRPr="005334FA" w:rsidRDefault="00EF29D3" w:rsidP="009675BA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2670"/>
        <w:gridCol w:w="2977"/>
      </w:tblGrid>
      <w:tr w:rsidR="005334FA" w:rsidRPr="005334FA" w14:paraId="75AEF706" w14:textId="77777777" w:rsidTr="007D5A21">
        <w:tc>
          <w:tcPr>
            <w:tcW w:w="3070" w:type="dxa"/>
          </w:tcPr>
          <w:p w14:paraId="175EA0AE" w14:textId="77777777" w:rsidR="00D353CD" w:rsidRPr="005334FA" w:rsidRDefault="00D353CD" w:rsidP="007D5A21">
            <w:r w:rsidRPr="005334FA">
              <w:t xml:space="preserve">Lep pozdrav, </w:t>
            </w:r>
          </w:p>
          <w:p w14:paraId="2446EA6F" w14:textId="77777777" w:rsidR="00AC5DB1" w:rsidRPr="005334FA" w:rsidRDefault="00AC5DB1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4F9C7924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  <w:p w14:paraId="77C0E72C" w14:textId="77777777" w:rsidR="008215DC" w:rsidRPr="005334FA" w:rsidRDefault="008215DC" w:rsidP="007D5A21">
            <w:pPr>
              <w:rPr>
                <w:sz w:val="22"/>
                <w:szCs w:val="22"/>
              </w:rPr>
            </w:pPr>
          </w:p>
          <w:p w14:paraId="3E7184D6" w14:textId="77777777" w:rsidR="008215DC" w:rsidRPr="005334FA" w:rsidRDefault="008215DC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2401D757" w14:textId="77777777" w:rsidR="00D353CD" w:rsidRPr="005334FA" w:rsidRDefault="00D353CD" w:rsidP="0006601D">
            <w:pPr>
              <w:jc w:val="center"/>
            </w:pPr>
          </w:p>
        </w:tc>
      </w:tr>
      <w:tr w:rsidR="00C33AA4" w:rsidRPr="005334FA" w14:paraId="3A75AD02" w14:textId="77777777" w:rsidTr="007D5A21">
        <w:tc>
          <w:tcPr>
            <w:tcW w:w="3070" w:type="dxa"/>
          </w:tcPr>
          <w:p w14:paraId="544799E3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  <w:p w14:paraId="59E78B48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22D71FA0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31E50821" w14:textId="77777777" w:rsidR="00D353CD" w:rsidRPr="005334FA" w:rsidRDefault="00D353CD" w:rsidP="0006601D">
            <w:pPr>
              <w:jc w:val="center"/>
            </w:pPr>
            <w:r w:rsidRPr="005334FA">
              <w:t>Janko Prebil</w:t>
            </w:r>
            <w:r w:rsidR="005230B4" w:rsidRPr="005334FA">
              <w:t>,</w:t>
            </w:r>
            <w:r w:rsidR="005230B4" w:rsidRPr="005334FA">
              <w:br/>
              <w:t xml:space="preserve"> župan</w:t>
            </w:r>
          </w:p>
        </w:tc>
      </w:tr>
    </w:tbl>
    <w:p w14:paraId="4F7B0975" w14:textId="77777777" w:rsidR="003B6997" w:rsidRPr="005334FA" w:rsidRDefault="003B6997" w:rsidP="00D353CD">
      <w:pPr>
        <w:rPr>
          <w:sz w:val="20"/>
        </w:rPr>
      </w:pPr>
    </w:p>
    <w:p w14:paraId="1F19DC33" w14:textId="77777777" w:rsidR="008215DC" w:rsidRPr="005334FA" w:rsidRDefault="008215DC" w:rsidP="00D353CD"/>
    <w:p w14:paraId="3E2157C9" w14:textId="77777777" w:rsidR="00D353CD" w:rsidRPr="005334FA" w:rsidRDefault="00D353CD" w:rsidP="00D353CD">
      <w:r w:rsidRPr="005334FA">
        <w:t xml:space="preserve">Vabljeni: </w:t>
      </w:r>
    </w:p>
    <w:p w14:paraId="203189E5" w14:textId="77777777" w:rsidR="00D353CD" w:rsidRPr="005334FA" w:rsidRDefault="004633B9" w:rsidP="00D353CD">
      <w:pPr>
        <w:numPr>
          <w:ilvl w:val="0"/>
          <w:numId w:val="2"/>
        </w:numPr>
      </w:pPr>
      <w:r w:rsidRPr="005334FA">
        <w:t>Župan Janko Prebil</w:t>
      </w:r>
    </w:p>
    <w:p w14:paraId="2783E1CC" w14:textId="12D35F24" w:rsidR="0085160E" w:rsidRPr="005334FA" w:rsidRDefault="004633B9" w:rsidP="00E94DD3">
      <w:pPr>
        <w:numPr>
          <w:ilvl w:val="0"/>
          <w:numId w:val="2"/>
        </w:numPr>
      </w:pPr>
      <w:r w:rsidRPr="005334FA">
        <w:t>Svetniki občinskega sveta Občine Horjul</w:t>
      </w:r>
    </w:p>
    <w:p w14:paraId="51F5B601" w14:textId="431FC80A" w:rsidR="00977EDB" w:rsidRPr="005334FA" w:rsidRDefault="00977EDB" w:rsidP="00E94DD3">
      <w:pPr>
        <w:numPr>
          <w:ilvl w:val="0"/>
          <w:numId w:val="2"/>
        </w:numPr>
      </w:pPr>
      <w:r w:rsidRPr="005334FA">
        <w:t>Člani nadzornega odbora Občine Horjul</w:t>
      </w:r>
    </w:p>
    <w:p w14:paraId="072D83B3" w14:textId="0A95A6E1" w:rsidR="00F440AD" w:rsidRDefault="00F42B7D" w:rsidP="00403E7F">
      <w:pPr>
        <w:numPr>
          <w:ilvl w:val="0"/>
          <w:numId w:val="2"/>
        </w:numPr>
      </w:pPr>
      <w:r w:rsidRPr="005334FA">
        <w:t>Peter Kavčič, dopisnik glasila Naš časopis</w:t>
      </w:r>
      <w:r w:rsidR="004D6E8E" w:rsidRPr="005334FA">
        <w:t xml:space="preserve"> </w:t>
      </w:r>
    </w:p>
    <w:p w14:paraId="0EF222C9" w14:textId="6F38E1DF" w:rsidR="00DA5AFE" w:rsidRPr="0080137A" w:rsidRDefault="0080137A" w:rsidP="00403E7F">
      <w:pPr>
        <w:numPr>
          <w:ilvl w:val="0"/>
          <w:numId w:val="2"/>
        </w:numPr>
      </w:pPr>
      <w:r w:rsidRPr="0080137A">
        <w:t xml:space="preserve">Barbara Černe, </w:t>
      </w:r>
      <w:r w:rsidR="00DA5AFE" w:rsidRPr="0080137A">
        <w:t xml:space="preserve">Projektant d.o.o., </w:t>
      </w:r>
    </w:p>
    <w:p w14:paraId="733BA53A" w14:textId="77777777" w:rsidR="00692D87" w:rsidRDefault="00692D87" w:rsidP="00D353CD"/>
    <w:p w14:paraId="18E99A5D" w14:textId="77777777" w:rsidR="00DE45AD" w:rsidRPr="000E4186" w:rsidRDefault="00DE45AD" w:rsidP="00D353CD"/>
    <w:p w14:paraId="523EA51E" w14:textId="77777777" w:rsidR="00D353CD" w:rsidRPr="000E4186" w:rsidRDefault="00D353CD" w:rsidP="00D353CD">
      <w:r w:rsidRPr="000E4186">
        <w:t>Priloge:</w:t>
      </w:r>
    </w:p>
    <w:p w14:paraId="1B0575A2" w14:textId="2ED9224F" w:rsidR="00652623" w:rsidRPr="00DE45AD" w:rsidRDefault="00652623" w:rsidP="00652623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DE45AD">
        <w:rPr>
          <w:sz w:val="22"/>
          <w:szCs w:val="22"/>
        </w:rPr>
        <w:t xml:space="preserve">Točka 1. Zapisnik </w:t>
      </w:r>
      <w:r w:rsidR="00C33AA4" w:rsidRPr="00DE45AD">
        <w:rPr>
          <w:sz w:val="22"/>
          <w:szCs w:val="22"/>
        </w:rPr>
        <w:t>1</w:t>
      </w:r>
      <w:r w:rsidR="00DA5AFE" w:rsidRPr="00DE45AD">
        <w:rPr>
          <w:sz w:val="22"/>
          <w:szCs w:val="22"/>
        </w:rPr>
        <w:t>3</w:t>
      </w:r>
      <w:r w:rsidRPr="00DE45AD">
        <w:rPr>
          <w:sz w:val="22"/>
          <w:szCs w:val="22"/>
        </w:rPr>
        <w:t>. redne seje</w:t>
      </w:r>
    </w:p>
    <w:p w14:paraId="78ECC22F" w14:textId="51EA726F" w:rsidR="00DE7AB1" w:rsidRPr="00DE45AD" w:rsidRDefault="00DE7AB1" w:rsidP="0080137A">
      <w:pPr>
        <w:pStyle w:val="Odstavekseznama"/>
        <w:numPr>
          <w:ilvl w:val="0"/>
          <w:numId w:val="24"/>
        </w:numPr>
        <w:rPr>
          <w:sz w:val="22"/>
          <w:szCs w:val="22"/>
        </w:rPr>
      </w:pPr>
      <w:r w:rsidRPr="00DE45AD">
        <w:rPr>
          <w:sz w:val="22"/>
          <w:szCs w:val="22"/>
        </w:rPr>
        <w:t>Točka 2: Gradivo</w:t>
      </w:r>
      <w:r w:rsidR="0059368F">
        <w:rPr>
          <w:sz w:val="22"/>
          <w:szCs w:val="22"/>
        </w:rPr>
        <w:t xml:space="preserve">, mnenja, pobuda in odgovor, predlog sklepa. Sam </w:t>
      </w:r>
      <w:r w:rsidRPr="00DE45AD">
        <w:rPr>
          <w:sz w:val="22"/>
          <w:szCs w:val="22"/>
        </w:rPr>
        <w:t xml:space="preserve">Elaborat je objavljen na spletni strani </w:t>
      </w:r>
      <w:r w:rsidR="0080137A" w:rsidRPr="00DE45AD">
        <w:rPr>
          <w:sz w:val="22"/>
          <w:szCs w:val="22"/>
        </w:rPr>
        <w:t>https://</w:t>
      </w:r>
      <w:hyperlink r:id="rId7" w:history="1">
        <w:r w:rsidR="0080137A" w:rsidRPr="00DE45AD">
          <w:rPr>
            <w:rStyle w:val="Hiperpovezava"/>
            <w:color w:val="auto"/>
            <w:sz w:val="22"/>
            <w:szCs w:val="22"/>
          </w:rPr>
          <w:t>www.horjul.si</w:t>
        </w:r>
      </w:hyperlink>
      <w:r w:rsidR="0080137A" w:rsidRPr="00DE45AD">
        <w:rPr>
          <w:rStyle w:val="Hiperpovezava"/>
          <w:color w:val="auto"/>
          <w:sz w:val="22"/>
          <w:szCs w:val="22"/>
        </w:rPr>
        <w:t xml:space="preserve">/objava/720414 </w:t>
      </w:r>
      <w:r w:rsidRPr="00DE45AD">
        <w:rPr>
          <w:sz w:val="22"/>
          <w:szCs w:val="22"/>
        </w:rPr>
        <w:t xml:space="preserve"> in na </w:t>
      </w:r>
      <w:hyperlink r:id="rId8" w:history="1">
        <w:r w:rsidRPr="00DE45AD">
          <w:rPr>
            <w:rStyle w:val="Hiperpovezava"/>
            <w:color w:val="auto"/>
            <w:sz w:val="22"/>
            <w:szCs w:val="22"/>
          </w:rPr>
          <w:t>www.horjul.eu</w:t>
        </w:r>
      </w:hyperlink>
      <w:r w:rsidRPr="00DE45AD">
        <w:rPr>
          <w:sz w:val="22"/>
          <w:szCs w:val="22"/>
        </w:rPr>
        <w:t xml:space="preserve"> </w:t>
      </w:r>
    </w:p>
    <w:p w14:paraId="31E84BEF" w14:textId="09781C13" w:rsidR="004A19AB" w:rsidRPr="00DE45AD" w:rsidRDefault="00C964CB" w:rsidP="004A19AB">
      <w:pPr>
        <w:pStyle w:val="Odstavekseznama"/>
        <w:widowControl w:val="0"/>
        <w:numPr>
          <w:ilvl w:val="0"/>
          <w:numId w:val="2"/>
        </w:numPr>
        <w:autoSpaceDE w:val="0"/>
        <w:autoSpaceDN w:val="0"/>
        <w:spacing w:before="1" w:line="229" w:lineRule="exact"/>
        <w:rPr>
          <w:sz w:val="22"/>
          <w:szCs w:val="22"/>
        </w:rPr>
      </w:pPr>
      <w:r w:rsidRPr="00DE45AD">
        <w:rPr>
          <w:sz w:val="22"/>
          <w:szCs w:val="22"/>
        </w:rPr>
        <w:lastRenderedPageBreak/>
        <w:t>Točka 3: Gradivo</w:t>
      </w:r>
      <w:r w:rsidR="000E4186" w:rsidRPr="00DE45AD">
        <w:rPr>
          <w:sz w:val="22"/>
          <w:szCs w:val="22"/>
        </w:rPr>
        <w:t xml:space="preserve"> s prilogo (predlog Pravilnika) </w:t>
      </w:r>
    </w:p>
    <w:p w14:paraId="7D4947F5" w14:textId="538E6410" w:rsidR="00701D81" w:rsidRPr="00DE45AD" w:rsidRDefault="00B331D3" w:rsidP="00701D81">
      <w:pPr>
        <w:widowControl w:val="0"/>
        <w:numPr>
          <w:ilvl w:val="0"/>
          <w:numId w:val="2"/>
        </w:numPr>
        <w:tabs>
          <w:tab w:val="left" w:pos="969"/>
        </w:tabs>
        <w:autoSpaceDE w:val="0"/>
        <w:autoSpaceDN w:val="0"/>
        <w:spacing w:line="231" w:lineRule="exact"/>
        <w:contextualSpacing/>
        <w:rPr>
          <w:sz w:val="22"/>
          <w:szCs w:val="22"/>
        </w:rPr>
      </w:pPr>
      <w:r w:rsidRPr="00DE45AD">
        <w:rPr>
          <w:sz w:val="22"/>
          <w:szCs w:val="22"/>
        </w:rPr>
        <w:t xml:space="preserve">Točka </w:t>
      </w:r>
      <w:r w:rsidR="006228D8" w:rsidRPr="00DE45AD">
        <w:rPr>
          <w:sz w:val="22"/>
          <w:szCs w:val="22"/>
        </w:rPr>
        <w:t>4</w:t>
      </w:r>
      <w:r w:rsidRPr="00DE45AD">
        <w:rPr>
          <w:sz w:val="22"/>
          <w:szCs w:val="22"/>
        </w:rPr>
        <w:t xml:space="preserve">: </w:t>
      </w:r>
      <w:r w:rsidR="00701D81" w:rsidRPr="00DE45AD">
        <w:rPr>
          <w:sz w:val="22"/>
          <w:szCs w:val="22"/>
        </w:rPr>
        <w:t>Predlog Proračuna Občine Horjul za leto</w:t>
      </w:r>
      <w:r w:rsidR="00701D81" w:rsidRPr="00DE45AD">
        <w:rPr>
          <w:spacing w:val="-1"/>
          <w:sz w:val="22"/>
          <w:szCs w:val="22"/>
        </w:rPr>
        <w:t xml:space="preserve"> </w:t>
      </w:r>
      <w:r w:rsidR="00701D81" w:rsidRPr="00DE45AD">
        <w:rPr>
          <w:sz w:val="22"/>
          <w:szCs w:val="22"/>
        </w:rPr>
        <w:t>2025</w:t>
      </w:r>
    </w:p>
    <w:p w14:paraId="7F5A82CD" w14:textId="2027FA51" w:rsidR="00701D81" w:rsidRPr="00DE45AD" w:rsidRDefault="00701D81" w:rsidP="00701D81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before="1"/>
        <w:ind w:right="4039"/>
        <w:contextualSpacing/>
        <w:rPr>
          <w:sz w:val="22"/>
          <w:szCs w:val="22"/>
        </w:rPr>
      </w:pPr>
      <w:r w:rsidRPr="00DE45AD">
        <w:rPr>
          <w:sz w:val="22"/>
          <w:szCs w:val="22"/>
        </w:rPr>
        <w:t>Odlok o proračunu Občine Horjul za leto 2025</w:t>
      </w:r>
    </w:p>
    <w:p w14:paraId="4E58FBF7" w14:textId="48F327CC" w:rsidR="00701D81" w:rsidRPr="00DE45AD" w:rsidRDefault="00701D81" w:rsidP="00701D81">
      <w:pPr>
        <w:widowControl w:val="0"/>
        <w:tabs>
          <w:tab w:val="left" w:pos="1422"/>
        </w:tabs>
        <w:autoSpaceDE w:val="0"/>
        <w:autoSpaceDN w:val="0"/>
        <w:spacing w:before="1"/>
        <w:ind w:left="1422" w:right="4039"/>
        <w:contextualSpacing/>
        <w:rPr>
          <w:sz w:val="22"/>
          <w:szCs w:val="22"/>
        </w:rPr>
      </w:pPr>
      <w:r w:rsidRPr="00DE45AD">
        <w:rPr>
          <w:sz w:val="22"/>
          <w:szCs w:val="22"/>
        </w:rPr>
        <w:t>Splošni del proračuna Občine Horjul za leto 2025 Posebni del proračuna Občine Horjul za leto</w:t>
      </w:r>
      <w:r w:rsidRPr="00DE45AD">
        <w:rPr>
          <w:spacing w:val="-17"/>
          <w:sz w:val="22"/>
          <w:szCs w:val="22"/>
        </w:rPr>
        <w:t xml:space="preserve"> </w:t>
      </w:r>
      <w:r w:rsidRPr="00DE45AD">
        <w:rPr>
          <w:sz w:val="22"/>
          <w:szCs w:val="22"/>
        </w:rPr>
        <w:t>2025</w:t>
      </w:r>
    </w:p>
    <w:p w14:paraId="46C7188F" w14:textId="085C9F83" w:rsidR="00701D81" w:rsidRPr="00DE45AD" w:rsidRDefault="00701D81" w:rsidP="00701D81">
      <w:pPr>
        <w:widowControl w:val="0"/>
        <w:autoSpaceDE w:val="0"/>
        <w:autoSpaceDN w:val="0"/>
        <w:spacing w:before="1"/>
        <w:ind w:left="1422"/>
        <w:rPr>
          <w:sz w:val="22"/>
          <w:szCs w:val="22"/>
        </w:rPr>
      </w:pPr>
      <w:r w:rsidRPr="00DE45AD">
        <w:rPr>
          <w:sz w:val="22"/>
          <w:szCs w:val="22"/>
        </w:rPr>
        <w:t>Načrt razvojnih programov Občine Horjul za leto 2025-2028</w:t>
      </w:r>
    </w:p>
    <w:p w14:paraId="5F05FA04" w14:textId="558815D9" w:rsidR="00701D81" w:rsidRPr="00DE45AD" w:rsidRDefault="00701D81" w:rsidP="00701D81">
      <w:pPr>
        <w:widowControl w:val="0"/>
        <w:autoSpaceDE w:val="0"/>
        <w:autoSpaceDN w:val="0"/>
        <w:spacing w:before="1" w:line="229" w:lineRule="exact"/>
        <w:ind w:left="1422"/>
        <w:rPr>
          <w:sz w:val="22"/>
          <w:szCs w:val="22"/>
        </w:rPr>
      </w:pPr>
      <w:r w:rsidRPr="00DE45AD">
        <w:rPr>
          <w:sz w:val="22"/>
          <w:szCs w:val="22"/>
        </w:rPr>
        <w:t xml:space="preserve">Obrazložitev proračuna Občine Horjul za leto 2025 – objavljeno na </w:t>
      </w:r>
      <w:hyperlink r:id="rId9" w:history="1">
        <w:r w:rsidRPr="00DE45AD">
          <w:rPr>
            <w:sz w:val="22"/>
            <w:szCs w:val="22"/>
            <w:u w:val="single"/>
          </w:rPr>
          <w:t>www.horjul.eu</w:t>
        </w:r>
      </w:hyperlink>
    </w:p>
    <w:p w14:paraId="03556404" w14:textId="00DDFBF0" w:rsidR="00701D81" w:rsidRPr="00DE45AD" w:rsidRDefault="00701D81" w:rsidP="00701D81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line="229" w:lineRule="exact"/>
        <w:contextualSpacing/>
        <w:rPr>
          <w:sz w:val="22"/>
          <w:szCs w:val="22"/>
        </w:rPr>
      </w:pPr>
      <w:r w:rsidRPr="00DE45AD">
        <w:rPr>
          <w:sz w:val="22"/>
          <w:szCs w:val="22"/>
        </w:rPr>
        <w:t>Letni načrt ravnanja s stvarnim premoženjem Občine Horjul za leto</w:t>
      </w:r>
      <w:r w:rsidRPr="00DE45AD">
        <w:rPr>
          <w:spacing w:val="-4"/>
          <w:sz w:val="22"/>
          <w:szCs w:val="22"/>
        </w:rPr>
        <w:t xml:space="preserve"> </w:t>
      </w:r>
      <w:r w:rsidRPr="00DE45AD">
        <w:rPr>
          <w:sz w:val="22"/>
          <w:szCs w:val="22"/>
        </w:rPr>
        <w:t>2025</w:t>
      </w:r>
    </w:p>
    <w:p w14:paraId="7DEAAAE4" w14:textId="088CB8BF" w:rsidR="00701D81" w:rsidRPr="00DE45AD" w:rsidRDefault="00701D81" w:rsidP="00701D81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contextualSpacing/>
        <w:rPr>
          <w:sz w:val="22"/>
          <w:szCs w:val="22"/>
        </w:rPr>
      </w:pPr>
      <w:r w:rsidRPr="00DE45AD">
        <w:rPr>
          <w:sz w:val="22"/>
          <w:szCs w:val="22"/>
        </w:rPr>
        <w:t>Letni program prodaje občinskega finančnega premoženja za leto</w:t>
      </w:r>
      <w:r w:rsidRPr="00DE45AD">
        <w:rPr>
          <w:spacing w:val="-7"/>
          <w:sz w:val="22"/>
          <w:szCs w:val="22"/>
        </w:rPr>
        <w:t xml:space="preserve"> </w:t>
      </w:r>
      <w:r w:rsidRPr="00DE45AD">
        <w:rPr>
          <w:sz w:val="22"/>
          <w:szCs w:val="22"/>
        </w:rPr>
        <w:t>2025</w:t>
      </w:r>
    </w:p>
    <w:p w14:paraId="2EAAEAF0" w14:textId="00773205" w:rsidR="00701D81" w:rsidRPr="00DE45AD" w:rsidRDefault="00701D81" w:rsidP="00701D81">
      <w:pPr>
        <w:widowControl w:val="0"/>
        <w:numPr>
          <w:ilvl w:val="1"/>
          <w:numId w:val="22"/>
        </w:numPr>
        <w:tabs>
          <w:tab w:val="left" w:pos="1422"/>
        </w:tabs>
        <w:autoSpaceDE w:val="0"/>
        <w:autoSpaceDN w:val="0"/>
        <w:spacing w:line="230" w:lineRule="exact"/>
        <w:contextualSpacing/>
        <w:rPr>
          <w:sz w:val="22"/>
          <w:szCs w:val="22"/>
        </w:rPr>
      </w:pPr>
      <w:r w:rsidRPr="00DE45AD">
        <w:rPr>
          <w:sz w:val="22"/>
          <w:szCs w:val="22"/>
        </w:rPr>
        <w:t>Kadrovski načrt Občine Horjul za leto</w:t>
      </w:r>
      <w:r w:rsidRPr="00DE45AD">
        <w:rPr>
          <w:spacing w:val="1"/>
          <w:sz w:val="22"/>
          <w:szCs w:val="22"/>
        </w:rPr>
        <w:t xml:space="preserve"> </w:t>
      </w:r>
      <w:r w:rsidRPr="00DE45AD">
        <w:rPr>
          <w:sz w:val="22"/>
          <w:szCs w:val="22"/>
        </w:rPr>
        <w:t>2025</w:t>
      </w:r>
    </w:p>
    <w:p w14:paraId="34FAFFC4" w14:textId="0D3D1FC6" w:rsidR="00DE45AD" w:rsidRPr="00DE45AD" w:rsidRDefault="00DE45AD" w:rsidP="00DE45AD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DE45AD">
        <w:rPr>
          <w:sz w:val="22"/>
          <w:szCs w:val="22"/>
        </w:rPr>
        <w:t xml:space="preserve">Točka </w:t>
      </w:r>
      <w:r w:rsidRPr="00DE45AD">
        <w:rPr>
          <w:sz w:val="22"/>
          <w:szCs w:val="22"/>
        </w:rPr>
        <w:t>5</w:t>
      </w:r>
      <w:r w:rsidRPr="00DE45AD">
        <w:rPr>
          <w:sz w:val="22"/>
          <w:szCs w:val="22"/>
        </w:rPr>
        <w:t>: Gradivo s prilogo (</w:t>
      </w:r>
      <w:r w:rsidRPr="00DE45AD">
        <w:rPr>
          <w:sz w:val="22"/>
          <w:szCs w:val="22"/>
        </w:rPr>
        <w:t>Sklep, PISO, ZK</w:t>
      </w:r>
      <w:r w:rsidRPr="00DE45AD">
        <w:rPr>
          <w:sz w:val="22"/>
          <w:szCs w:val="22"/>
        </w:rPr>
        <w:t>)</w:t>
      </w:r>
    </w:p>
    <w:p w14:paraId="37CAA68E" w14:textId="77777777" w:rsidR="00004BD0" w:rsidRPr="00DE45AD" w:rsidRDefault="00004BD0" w:rsidP="00004BD0">
      <w:pPr>
        <w:rPr>
          <w:sz w:val="22"/>
          <w:szCs w:val="22"/>
        </w:rPr>
      </w:pPr>
    </w:p>
    <w:sectPr w:rsidR="00004BD0" w:rsidRPr="00DE45AD" w:rsidSect="00214EFA">
      <w:pgSz w:w="11907" w:h="16839"/>
      <w:pgMar w:top="1080" w:right="1008" w:bottom="1080" w:left="10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1174"/>
    <w:multiLevelType w:val="hybridMultilevel"/>
    <w:tmpl w:val="238027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D7311"/>
    <w:multiLevelType w:val="hybridMultilevel"/>
    <w:tmpl w:val="24A67A96"/>
    <w:lvl w:ilvl="0" w:tplc="6CF80238">
      <w:start w:val="1"/>
      <w:numFmt w:val="decimal"/>
      <w:lvlText w:val="%1.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sl" w:eastAsia="sl" w:bidi="sl"/>
      </w:rPr>
    </w:lvl>
    <w:lvl w:ilvl="1" w:tplc="91168D22">
      <w:start w:val="1"/>
      <w:numFmt w:val="lowerLetter"/>
      <w:lvlText w:val="%2)"/>
      <w:lvlJc w:val="left"/>
      <w:pPr>
        <w:ind w:left="1422" w:hanging="360"/>
      </w:pPr>
      <w:rPr>
        <w:rFonts w:hint="default"/>
        <w:w w:val="99"/>
        <w:lang w:val="sl" w:eastAsia="sl" w:bidi="sl"/>
      </w:rPr>
    </w:lvl>
    <w:lvl w:ilvl="2" w:tplc="BCE651DA">
      <w:numFmt w:val="bullet"/>
      <w:lvlText w:val="•"/>
      <w:lvlJc w:val="left"/>
      <w:pPr>
        <w:ind w:left="1420" w:hanging="360"/>
      </w:pPr>
      <w:rPr>
        <w:rFonts w:hint="default"/>
        <w:lang w:val="sl" w:eastAsia="sl" w:bidi="sl"/>
      </w:rPr>
    </w:lvl>
    <w:lvl w:ilvl="3" w:tplc="A2485408">
      <w:numFmt w:val="bullet"/>
      <w:lvlText w:val="•"/>
      <w:lvlJc w:val="left"/>
      <w:pPr>
        <w:ind w:left="2425" w:hanging="360"/>
      </w:pPr>
      <w:rPr>
        <w:rFonts w:hint="default"/>
        <w:lang w:val="sl" w:eastAsia="sl" w:bidi="sl"/>
      </w:rPr>
    </w:lvl>
    <w:lvl w:ilvl="4" w:tplc="470E5D2C">
      <w:numFmt w:val="bullet"/>
      <w:lvlText w:val="•"/>
      <w:lvlJc w:val="left"/>
      <w:pPr>
        <w:ind w:left="3431" w:hanging="360"/>
      </w:pPr>
      <w:rPr>
        <w:rFonts w:hint="default"/>
        <w:lang w:val="sl" w:eastAsia="sl" w:bidi="sl"/>
      </w:rPr>
    </w:lvl>
    <w:lvl w:ilvl="5" w:tplc="D338C3F4">
      <w:numFmt w:val="bullet"/>
      <w:lvlText w:val="•"/>
      <w:lvlJc w:val="left"/>
      <w:pPr>
        <w:ind w:left="4437" w:hanging="360"/>
      </w:pPr>
      <w:rPr>
        <w:rFonts w:hint="default"/>
        <w:lang w:val="sl" w:eastAsia="sl" w:bidi="sl"/>
      </w:rPr>
    </w:lvl>
    <w:lvl w:ilvl="6" w:tplc="E5EE66E2">
      <w:numFmt w:val="bullet"/>
      <w:lvlText w:val="•"/>
      <w:lvlJc w:val="left"/>
      <w:pPr>
        <w:ind w:left="5443" w:hanging="360"/>
      </w:pPr>
      <w:rPr>
        <w:rFonts w:hint="default"/>
        <w:lang w:val="sl" w:eastAsia="sl" w:bidi="sl"/>
      </w:rPr>
    </w:lvl>
    <w:lvl w:ilvl="7" w:tplc="4850977A">
      <w:numFmt w:val="bullet"/>
      <w:lvlText w:val="•"/>
      <w:lvlJc w:val="left"/>
      <w:pPr>
        <w:ind w:left="6449" w:hanging="360"/>
      </w:pPr>
      <w:rPr>
        <w:rFonts w:hint="default"/>
        <w:lang w:val="sl" w:eastAsia="sl" w:bidi="sl"/>
      </w:rPr>
    </w:lvl>
    <w:lvl w:ilvl="8" w:tplc="C10CA3A0">
      <w:numFmt w:val="bullet"/>
      <w:lvlText w:val="•"/>
      <w:lvlJc w:val="left"/>
      <w:pPr>
        <w:ind w:left="7454" w:hanging="360"/>
      </w:pPr>
      <w:rPr>
        <w:rFonts w:hint="default"/>
        <w:lang w:val="sl" w:eastAsia="sl" w:bidi="sl"/>
      </w:rPr>
    </w:lvl>
  </w:abstractNum>
  <w:abstractNum w:abstractNumId="2" w15:restartNumberingAfterBreak="0">
    <w:nsid w:val="0BF1534B"/>
    <w:multiLevelType w:val="hybridMultilevel"/>
    <w:tmpl w:val="5F665978"/>
    <w:lvl w:ilvl="0" w:tplc="BFD24C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9AD"/>
    <w:multiLevelType w:val="hybridMultilevel"/>
    <w:tmpl w:val="EA6E466E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B5F58"/>
    <w:multiLevelType w:val="hybridMultilevel"/>
    <w:tmpl w:val="D4E867EE"/>
    <w:lvl w:ilvl="0" w:tplc="8A7EA7CC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3912" w:hanging="360"/>
      </w:pPr>
    </w:lvl>
    <w:lvl w:ilvl="2" w:tplc="0424001B" w:tentative="1">
      <w:start w:val="1"/>
      <w:numFmt w:val="lowerRoman"/>
      <w:lvlText w:val="%3."/>
      <w:lvlJc w:val="right"/>
      <w:pPr>
        <w:ind w:left="4632" w:hanging="180"/>
      </w:pPr>
    </w:lvl>
    <w:lvl w:ilvl="3" w:tplc="0424000F" w:tentative="1">
      <w:start w:val="1"/>
      <w:numFmt w:val="decimal"/>
      <w:lvlText w:val="%4."/>
      <w:lvlJc w:val="left"/>
      <w:pPr>
        <w:ind w:left="5352" w:hanging="360"/>
      </w:pPr>
    </w:lvl>
    <w:lvl w:ilvl="4" w:tplc="04240019" w:tentative="1">
      <w:start w:val="1"/>
      <w:numFmt w:val="lowerLetter"/>
      <w:lvlText w:val="%5."/>
      <w:lvlJc w:val="left"/>
      <w:pPr>
        <w:ind w:left="6072" w:hanging="360"/>
      </w:pPr>
    </w:lvl>
    <w:lvl w:ilvl="5" w:tplc="0424001B" w:tentative="1">
      <w:start w:val="1"/>
      <w:numFmt w:val="lowerRoman"/>
      <w:lvlText w:val="%6."/>
      <w:lvlJc w:val="right"/>
      <w:pPr>
        <w:ind w:left="6792" w:hanging="180"/>
      </w:pPr>
    </w:lvl>
    <w:lvl w:ilvl="6" w:tplc="0424000F" w:tentative="1">
      <w:start w:val="1"/>
      <w:numFmt w:val="decimal"/>
      <w:lvlText w:val="%7."/>
      <w:lvlJc w:val="left"/>
      <w:pPr>
        <w:ind w:left="7512" w:hanging="360"/>
      </w:pPr>
    </w:lvl>
    <w:lvl w:ilvl="7" w:tplc="04240019" w:tentative="1">
      <w:start w:val="1"/>
      <w:numFmt w:val="lowerLetter"/>
      <w:lvlText w:val="%8."/>
      <w:lvlJc w:val="left"/>
      <w:pPr>
        <w:ind w:left="8232" w:hanging="360"/>
      </w:pPr>
    </w:lvl>
    <w:lvl w:ilvl="8" w:tplc="0424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284C223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B0A13"/>
    <w:multiLevelType w:val="hybridMultilevel"/>
    <w:tmpl w:val="3574FE86"/>
    <w:lvl w:ilvl="0" w:tplc="6DA001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46A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262BE"/>
    <w:multiLevelType w:val="hybridMultilevel"/>
    <w:tmpl w:val="5D1C7EE4"/>
    <w:lvl w:ilvl="0" w:tplc="7F708C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A506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DF1744"/>
    <w:multiLevelType w:val="hybridMultilevel"/>
    <w:tmpl w:val="D3528D8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17">
      <w:start w:val="1"/>
      <w:numFmt w:val="lowerLetter"/>
      <w:lvlText w:val="%2)"/>
      <w:lvlJc w:val="left"/>
      <w:pPr>
        <w:ind w:left="1353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C0481"/>
    <w:multiLevelType w:val="hybridMultilevel"/>
    <w:tmpl w:val="E05A9AE2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94FD8"/>
    <w:multiLevelType w:val="hybridMultilevel"/>
    <w:tmpl w:val="6EE8187A"/>
    <w:lvl w:ilvl="0" w:tplc="8ADA563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93" w:hanging="360"/>
      </w:pPr>
    </w:lvl>
    <w:lvl w:ilvl="2" w:tplc="0424001B" w:tentative="1">
      <w:start w:val="1"/>
      <w:numFmt w:val="lowerRoman"/>
      <w:lvlText w:val="%3."/>
      <w:lvlJc w:val="right"/>
      <w:pPr>
        <w:ind w:left="2613" w:hanging="180"/>
      </w:pPr>
    </w:lvl>
    <w:lvl w:ilvl="3" w:tplc="0424000F" w:tentative="1">
      <w:start w:val="1"/>
      <w:numFmt w:val="decimal"/>
      <w:lvlText w:val="%4."/>
      <w:lvlJc w:val="left"/>
      <w:pPr>
        <w:ind w:left="3333" w:hanging="360"/>
      </w:pPr>
    </w:lvl>
    <w:lvl w:ilvl="4" w:tplc="04240019" w:tentative="1">
      <w:start w:val="1"/>
      <w:numFmt w:val="lowerLetter"/>
      <w:lvlText w:val="%5."/>
      <w:lvlJc w:val="left"/>
      <w:pPr>
        <w:ind w:left="4053" w:hanging="360"/>
      </w:pPr>
    </w:lvl>
    <w:lvl w:ilvl="5" w:tplc="0424001B" w:tentative="1">
      <w:start w:val="1"/>
      <w:numFmt w:val="lowerRoman"/>
      <w:lvlText w:val="%6."/>
      <w:lvlJc w:val="right"/>
      <w:pPr>
        <w:ind w:left="4773" w:hanging="180"/>
      </w:pPr>
    </w:lvl>
    <w:lvl w:ilvl="6" w:tplc="0424000F" w:tentative="1">
      <w:start w:val="1"/>
      <w:numFmt w:val="decimal"/>
      <w:lvlText w:val="%7."/>
      <w:lvlJc w:val="left"/>
      <w:pPr>
        <w:ind w:left="5493" w:hanging="360"/>
      </w:pPr>
    </w:lvl>
    <w:lvl w:ilvl="7" w:tplc="04240019" w:tentative="1">
      <w:start w:val="1"/>
      <w:numFmt w:val="lowerLetter"/>
      <w:lvlText w:val="%8."/>
      <w:lvlJc w:val="left"/>
      <w:pPr>
        <w:ind w:left="6213" w:hanging="360"/>
      </w:pPr>
    </w:lvl>
    <w:lvl w:ilvl="8" w:tplc="0424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2" w15:restartNumberingAfterBreak="0">
    <w:nsid w:val="3FD16437"/>
    <w:multiLevelType w:val="hybridMultilevel"/>
    <w:tmpl w:val="C9403222"/>
    <w:lvl w:ilvl="0" w:tplc="4C6669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43B5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4B3185"/>
    <w:multiLevelType w:val="hybridMultilevel"/>
    <w:tmpl w:val="CA3AC5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4240B"/>
    <w:multiLevelType w:val="hybridMultilevel"/>
    <w:tmpl w:val="5FB894D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5238D"/>
    <w:multiLevelType w:val="hybridMultilevel"/>
    <w:tmpl w:val="22E4D1E8"/>
    <w:lvl w:ilvl="0" w:tplc="7988BF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AF018C"/>
    <w:multiLevelType w:val="hybridMultilevel"/>
    <w:tmpl w:val="18CCCBF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821547">
    <w:abstractNumId w:val="3"/>
  </w:num>
  <w:num w:numId="2" w16cid:durableId="927540846">
    <w:abstractNumId w:val="12"/>
  </w:num>
  <w:num w:numId="3" w16cid:durableId="1819807906">
    <w:abstractNumId w:val="3"/>
  </w:num>
  <w:num w:numId="4" w16cid:durableId="301347276">
    <w:abstractNumId w:val="8"/>
  </w:num>
  <w:num w:numId="5" w16cid:durableId="247426577">
    <w:abstractNumId w:val="5"/>
  </w:num>
  <w:num w:numId="6" w16cid:durableId="810951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1731242">
    <w:abstractNumId w:val="13"/>
  </w:num>
  <w:num w:numId="8" w16cid:durableId="781077528">
    <w:abstractNumId w:val="14"/>
  </w:num>
  <w:num w:numId="9" w16cid:durableId="893194930">
    <w:abstractNumId w:val="11"/>
  </w:num>
  <w:num w:numId="10" w16cid:durableId="1907184676">
    <w:abstractNumId w:val="6"/>
  </w:num>
  <w:num w:numId="11" w16cid:durableId="1322730457">
    <w:abstractNumId w:val="2"/>
  </w:num>
  <w:num w:numId="12" w16cid:durableId="2012949524">
    <w:abstractNumId w:val="16"/>
  </w:num>
  <w:num w:numId="13" w16cid:durableId="10972932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5688018">
    <w:abstractNumId w:val="0"/>
  </w:num>
  <w:num w:numId="15" w16cid:durableId="1080829598">
    <w:abstractNumId w:val="15"/>
  </w:num>
  <w:num w:numId="16" w16cid:durableId="1621378707">
    <w:abstractNumId w:val="17"/>
  </w:num>
  <w:num w:numId="17" w16cid:durableId="1129859906">
    <w:abstractNumId w:val="10"/>
  </w:num>
  <w:num w:numId="18" w16cid:durableId="370108958">
    <w:abstractNumId w:val="7"/>
  </w:num>
  <w:num w:numId="19" w16cid:durableId="1064567305">
    <w:abstractNumId w:val="4"/>
  </w:num>
  <w:num w:numId="20" w16cid:durableId="983974772">
    <w:abstractNumId w:val="9"/>
  </w:num>
  <w:num w:numId="21" w16cid:durableId="10199637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507871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2064018661">
    <w:abstractNumId w:val="12"/>
  </w:num>
  <w:num w:numId="24" w16cid:durableId="977942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CD"/>
    <w:rsid w:val="00004977"/>
    <w:rsid w:val="00004BD0"/>
    <w:rsid w:val="0001105E"/>
    <w:rsid w:val="000118EA"/>
    <w:rsid w:val="00013525"/>
    <w:rsid w:val="00020975"/>
    <w:rsid w:val="00032382"/>
    <w:rsid w:val="00036EDB"/>
    <w:rsid w:val="000425F8"/>
    <w:rsid w:val="00044CBB"/>
    <w:rsid w:val="0005179B"/>
    <w:rsid w:val="000557B6"/>
    <w:rsid w:val="00061351"/>
    <w:rsid w:val="00063DB8"/>
    <w:rsid w:val="0006601D"/>
    <w:rsid w:val="00074B2D"/>
    <w:rsid w:val="000811FD"/>
    <w:rsid w:val="000926D7"/>
    <w:rsid w:val="00094EF7"/>
    <w:rsid w:val="00097441"/>
    <w:rsid w:val="000B338D"/>
    <w:rsid w:val="000B40A8"/>
    <w:rsid w:val="000C5A96"/>
    <w:rsid w:val="000D00FC"/>
    <w:rsid w:val="000D057B"/>
    <w:rsid w:val="000D0F32"/>
    <w:rsid w:val="000D6961"/>
    <w:rsid w:val="000E4186"/>
    <w:rsid w:val="000F23FC"/>
    <w:rsid w:val="001115A2"/>
    <w:rsid w:val="00115516"/>
    <w:rsid w:val="001209A5"/>
    <w:rsid w:val="00124219"/>
    <w:rsid w:val="00124368"/>
    <w:rsid w:val="0013688D"/>
    <w:rsid w:val="00140269"/>
    <w:rsid w:val="00140909"/>
    <w:rsid w:val="00145C1A"/>
    <w:rsid w:val="00147017"/>
    <w:rsid w:val="00174CBA"/>
    <w:rsid w:val="001802F4"/>
    <w:rsid w:val="00180BAE"/>
    <w:rsid w:val="00180DD7"/>
    <w:rsid w:val="001A0581"/>
    <w:rsid w:val="001A44D5"/>
    <w:rsid w:val="001B0950"/>
    <w:rsid w:val="001C1C9E"/>
    <w:rsid w:val="001C26E7"/>
    <w:rsid w:val="001D0F4C"/>
    <w:rsid w:val="001D28B4"/>
    <w:rsid w:val="001D4485"/>
    <w:rsid w:val="002008A2"/>
    <w:rsid w:val="00201664"/>
    <w:rsid w:val="0020598C"/>
    <w:rsid w:val="002107C7"/>
    <w:rsid w:val="00214EFA"/>
    <w:rsid w:val="0022732B"/>
    <w:rsid w:val="002305BC"/>
    <w:rsid w:val="00244F1A"/>
    <w:rsid w:val="00246B0D"/>
    <w:rsid w:val="002508EB"/>
    <w:rsid w:val="002579AF"/>
    <w:rsid w:val="00257AFD"/>
    <w:rsid w:val="002616F9"/>
    <w:rsid w:val="00262E86"/>
    <w:rsid w:val="00265782"/>
    <w:rsid w:val="00277612"/>
    <w:rsid w:val="002805E2"/>
    <w:rsid w:val="00282311"/>
    <w:rsid w:val="002850F3"/>
    <w:rsid w:val="00285123"/>
    <w:rsid w:val="00291E0E"/>
    <w:rsid w:val="00296AA4"/>
    <w:rsid w:val="002A370D"/>
    <w:rsid w:val="002A5EBE"/>
    <w:rsid w:val="002B4F73"/>
    <w:rsid w:val="002B7D6A"/>
    <w:rsid w:val="002C1467"/>
    <w:rsid w:val="002C24E4"/>
    <w:rsid w:val="002C7446"/>
    <w:rsid w:val="002D2D06"/>
    <w:rsid w:val="002D6A06"/>
    <w:rsid w:val="002D7CC3"/>
    <w:rsid w:val="002F3469"/>
    <w:rsid w:val="003127CE"/>
    <w:rsid w:val="003153DF"/>
    <w:rsid w:val="00324AF9"/>
    <w:rsid w:val="003376C4"/>
    <w:rsid w:val="00381F40"/>
    <w:rsid w:val="0038713A"/>
    <w:rsid w:val="00390AB1"/>
    <w:rsid w:val="003B10D8"/>
    <w:rsid w:val="003B3568"/>
    <w:rsid w:val="003B63CF"/>
    <w:rsid w:val="003B6997"/>
    <w:rsid w:val="003B7402"/>
    <w:rsid w:val="003C0C9D"/>
    <w:rsid w:val="003C29D1"/>
    <w:rsid w:val="003C7176"/>
    <w:rsid w:val="003C7FEF"/>
    <w:rsid w:val="003D59BB"/>
    <w:rsid w:val="003D759E"/>
    <w:rsid w:val="003D779A"/>
    <w:rsid w:val="003E0E06"/>
    <w:rsid w:val="003E75B8"/>
    <w:rsid w:val="003F56F2"/>
    <w:rsid w:val="003F5757"/>
    <w:rsid w:val="004039EE"/>
    <w:rsid w:val="00403E7F"/>
    <w:rsid w:val="00404A86"/>
    <w:rsid w:val="00406014"/>
    <w:rsid w:val="00413671"/>
    <w:rsid w:val="00421674"/>
    <w:rsid w:val="0042436A"/>
    <w:rsid w:val="004324D9"/>
    <w:rsid w:val="0044069A"/>
    <w:rsid w:val="00440D46"/>
    <w:rsid w:val="00444ECA"/>
    <w:rsid w:val="00445D5E"/>
    <w:rsid w:val="00457E28"/>
    <w:rsid w:val="004633B9"/>
    <w:rsid w:val="0046370C"/>
    <w:rsid w:val="00464174"/>
    <w:rsid w:val="00471D38"/>
    <w:rsid w:val="00473958"/>
    <w:rsid w:val="00474E94"/>
    <w:rsid w:val="0047694A"/>
    <w:rsid w:val="0048017C"/>
    <w:rsid w:val="00483F22"/>
    <w:rsid w:val="00484186"/>
    <w:rsid w:val="0048517F"/>
    <w:rsid w:val="004857E4"/>
    <w:rsid w:val="004875F5"/>
    <w:rsid w:val="00492C97"/>
    <w:rsid w:val="00493C69"/>
    <w:rsid w:val="004968F0"/>
    <w:rsid w:val="004A19AB"/>
    <w:rsid w:val="004A33FC"/>
    <w:rsid w:val="004B2A2C"/>
    <w:rsid w:val="004B550F"/>
    <w:rsid w:val="004C2B8F"/>
    <w:rsid w:val="004C3646"/>
    <w:rsid w:val="004C4F23"/>
    <w:rsid w:val="004C7A6E"/>
    <w:rsid w:val="004D2533"/>
    <w:rsid w:val="004D45A9"/>
    <w:rsid w:val="004D6E8E"/>
    <w:rsid w:val="004E69EC"/>
    <w:rsid w:val="004F4B08"/>
    <w:rsid w:val="0050137E"/>
    <w:rsid w:val="0050588E"/>
    <w:rsid w:val="005072E6"/>
    <w:rsid w:val="0051241E"/>
    <w:rsid w:val="00516658"/>
    <w:rsid w:val="005230B4"/>
    <w:rsid w:val="005261B7"/>
    <w:rsid w:val="0053182E"/>
    <w:rsid w:val="005334FA"/>
    <w:rsid w:val="00541A1B"/>
    <w:rsid w:val="005610D5"/>
    <w:rsid w:val="0057268E"/>
    <w:rsid w:val="00580B70"/>
    <w:rsid w:val="00582A62"/>
    <w:rsid w:val="005922CF"/>
    <w:rsid w:val="0059368F"/>
    <w:rsid w:val="005A16AA"/>
    <w:rsid w:val="005A25E2"/>
    <w:rsid w:val="005A32EE"/>
    <w:rsid w:val="005B43EE"/>
    <w:rsid w:val="005B53FC"/>
    <w:rsid w:val="005C3C4C"/>
    <w:rsid w:val="005D271D"/>
    <w:rsid w:val="005E07ED"/>
    <w:rsid w:val="005E0837"/>
    <w:rsid w:val="005E2841"/>
    <w:rsid w:val="005F7EBB"/>
    <w:rsid w:val="00605197"/>
    <w:rsid w:val="00611087"/>
    <w:rsid w:val="006228D8"/>
    <w:rsid w:val="00632960"/>
    <w:rsid w:val="00643C27"/>
    <w:rsid w:val="00652623"/>
    <w:rsid w:val="0065340A"/>
    <w:rsid w:val="00657A2B"/>
    <w:rsid w:val="006642C1"/>
    <w:rsid w:val="00670DF7"/>
    <w:rsid w:val="006741B6"/>
    <w:rsid w:val="006747CD"/>
    <w:rsid w:val="00677180"/>
    <w:rsid w:val="00677CCC"/>
    <w:rsid w:val="006801F6"/>
    <w:rsid w:val="00680705"/>
    <w:rsid w:val="00685519"/>
    <w:rsid w:val="006861B4"/>
    <w:rsid w:val="00692D87"/>
    <w:rsid w:val="00695224"/>
    <w:rsid w:val="00696388"/>
    <w:rsid w:val="006A0451"/>
    <w:rsid w:val="006A17F4"/>
    <w:rsid w:val="006A6DA5"/>
    <w:rsid w:val="006A736A"/>
    <w:rsid w:val="006C1A4A"/>
    <w:rsid w:val="006C5156"/>
    <w:rsid w:val="006D01CA"/>
    <w:rsid w:val="006D48D8"/>
    <w:rsid w:val="006E2368"/>
    <w:rsid w:val="006E578A"/>
    <w:rsid w:val="006F0F7C"/>
    <w:rsid w:val="006F7B17"/>
    <w:rsid w:val="00701036"/>
    <w:rsid w:val="007017A5"/>
    <w:rsid w:val="00701925"/>
    <w:rsid w:val="00701D81"/>
    <w:rsid w:val="00702A89"/>
    <w:rsid w:val="0071017F"/>
    <w:rsid w:val="00712F91"/>
    <w:rsid w:val="00716C08"/>
    <w:rsid w:val="00720E2F"/>
    <w:rsid w:val="00720F50"/>
    <w:rsid w:val="00732C41"/>
    <w:rsid w:val="0073612D"/>
    <w:rsid w:val="00751056"/>
    <w:rsid w:val="00751F8F"/>
    <w:rsid w:val="00757873"/>
    <w:rsid w:val="00760423"/>
    <w:rsid w:val="00762239"/>
    <w:rsid w:val="0076283A"/>
    <w:rsid w:val="007667B8"/>
    <w:rsid w:val="007708EE"/>
    <w:rsid w:val="007906E2"/>
    <w:rsid w:val="00792F6B"/>
    <w:rsid w:val="007A0124"/>
    <w:rsid w:val="007A2AA7"/>
    <w:rsid w:val="007C5582"/>
    <w:rsid w:val="007D1A32"/>
    <w:rsid w:val="007D2590"/>
    <w:rsid w:val="007D5A21"/>
    <w:rsid w:val="007E36A7"/>
    <w:rsid w:val="007E38D2"/>
    <w:rsid w:val="007F0FA3"/>
    <w:rsid w:val="007F6E6C"/>
    <w:rsid w:val="007F7D1D"/>
    <w:rsid w:val="0080137A"/>
    <w:rsid w:val="0080309C"/>
    <w:rsid w:val="00804C62"/>
    <w:rsid w:val="008104FE"/>
    <w:rsid w:val="00815E1A"/>
    <w:rsid w:val="0081678F"/>
    <w:rsid w:val="008215DC"/>
    <w:rsid w:val="00822787"/>
    <w:rsid w:val="008255D3"/>
    <w:rsid w:val="008306F2"/>
    <w:rsid w:val="0083274C"/>
    <w:rsid w:val="008454B6"/>
    <w:rsid w:val="00850AA7"/>
    <w:rsid w:val="0085160E"/>
    <w:rsid w:val="008770F6"/>
    <w:rsid w:val="00886DF7"/>
    <w:rsid w:val="008871DF"/>
    <w:rsid w:val="00894841"/>
    <w:rsid w:val="00897D2A"/>
    <w:rsid w:val="008A2DC4"/>
    <w:rsid w:val="008B2AA2"/>
    <w:rsid w:val="008B32C3"/>
    <w:rsid w:val="008C14C4"/>
    <w:rsid w:val="008C5773"/>
    <w:rsid w:val="008C5C15"/>
    <w:rsid w:val="008D6F8C"/>
    <w:rsid w:val="008D7F73"/>
    <w:rsid w:val="008E3991"/>
    <w:rsid w:val="008E6C9C"/>
    <w:rsid w:val="008F475A"/>
    <w:rsid w:val="008F498E"/>
    <w:rsid w:val="009167E0"/>
    <w:rsid w:val="009171B0"/>
    <w:rsid w:val="00921793"/>
    <w:rsid w:val="009252E0"/>
    <w:rsid w:val="00930F39"/>
    <w:rsid w:val="009368C3"/>
    <w:rsid w:val="00940D16"/>
    <w:rsid w:val="00942F5D"/>
    <w:rsid w:val="0095059D"/>
    <w:rsid w:val="00961914"/>
    <w:rsid w:val="00966302"/>
    <w:rsid w:val="00967162"/>
    <w:rsid w:val="009675BA"/>
    <w:rsid w:val="009742EA"/>
    <w:rsid w:val="00975816"/>
    <w:rsid w:val="00977EDB"/>
    <w:rsid w:val="00980E2C"/>
    <w:rsid w:val="00982C01"/>
    <w:rsid w:val="009A56C1"/>
    <w:rsid w:val="009A5AD6"/>
    <w:rsid w:val="009A782C"/>
    <w:rsid w:val="009B35C6"/>
    <w:rsid w:val="009B497F"/>
    <w:rsid w:val="009C36FB"/>
    <w:rsid w:val="009C5BF5"/>
    <w:rsid w:val="009D2EA2"/>
    <w:rsid w:val="009E05F5"/>
    <w:rsid w:val="009F24FA"/>
    <w:rsid w:val="00A101DD"/>
    <w:rsid w:val="00A11B21"/>
    <w:rsid w:val="00A32BCA"/>
    <w:rsid w:val="00A3711E"/>
    <w:rsid w:val="00A55B2B"/>
    <w:rsid w:val="00A602D3"/>
    <w:rsid w:val="00A66289"/>
    <w:rsid w:val="00A72BFF"/>
    <w:rsid w:val="00A75FAF"/>
    <w:rsid w:val="00A851B7"/>
    <w:rsid w:val="00AA5DBF"/>
    <w:rsid w:val="00AA7A54"/>
    <w:rsid w:val="00AB6557"/>
    <w:rsid w:val="00AC0191"/>
    <w:rsid w:val="00AC1EC9"/>
    <w:rsid w:val="00AC5DB1"/>
    <w:rsid w:val="00AD7E74"/>
    <w:rsid w:val="00AF58CF"/>
    <w:rsid w:val="00AF7EF7"/>
    <w:rsid w:val="00B0339E"/>
    <w:rsid w:val="00B06520"/>
    <w:rsid w:val="00B22684"/>
    <w:rsid w:val="00B2391A"/>
    <w:rsid w:val="00B24D60"/>
    <w:rsid w:val="00B25001"/>
    <w:rsid w:val="00B27162"/>
    <w:rsid w:val="00B27CE3"/>
    <w:rsid w:val="00B32F63"/>
    <w:rsid w:val="00B32FDE"/>
    <w:rsid w:val="00B331D3"/>
    <w:rsid w:val="00B430DC"/>
    <w:rsid w:val="00B45B39"/>
    <w:rsid w:val="00B54FC4"/>
    <w:rsid w:val="00B65666"/>
    <w:rsid w:val="00B71DD0"/>
    <w:rsid w:val="00B8301C"/>
    <w:rsid w:val="00B84491"/>
    <w:rsid w:val="00BA22A9"/>
    <w:rsid w:val="00BB7A11"/>
    <w:rsid w:val="00BC3868"/>
    <w:rsid w:val="00BC4F05"/>
    <w:rsid w:val="00BC5989"/>
    <w:rsid w:val="00BC68DD"/>
    <w:rsid w:val="00BD1EBB"/>
    <w:rsid w:val="00BD38A8"/>
    <w:rsid w:val="00BD576F"/>
    <w:rsid w:val="00BD57E7"/>
    <w:rsid w:val="00BE09EE"/>
    <w:rsid w:val="00BE7823"/>
    <w:rsid w:val="00BF6B3E"/>
    <w:rsid w:val="00C13D91"/>
    <w:rsid w:val="00C26EDC"/>
    <w:rsid w:val="00C33AA4"/>
    <w:rsid w:val="00C3701D"/>
    <w:rsid w:val="00C40636"/>
    <w:rsid w:val="00C61BE6"/>
    <w:rsid w:val="00C61CF9"/>
    <w:rsid w:val="00C66C7F"/>
    <w:rsid w:val="00C674C3"/>
    <w:rsid w:val="00C7025C"/>
    <w:rsid w:val="00C73708"/>
    <w:rsid w:val="00C758EC"/>
    <w:rsid w:val="00C82675"/>
    <w:rsid w:val="00C841B8"/>
    <w:rsid w:val="00C85FB9"/>
    <w:rsid w:val="00C934EC"/>
    <w:rsid w:val="00C94C5B"/>
    <w:rsid w:val="00C964CB"/>
    <w:rsid w:val="00CA2A91"/>
    <w:rsid w:val="00CA6D55"/>
    <w:rsid w:val="00CB35AB"/>
    <w:rsid w:val="00CC4F3C"/>
    <w:rsid w:val="00CC55B0"/>
    <w:rsid w:val="00CC7CB8"/>
    <w:rsid w:val="00CD6661"/>
    <w:rsid w:val="00CD7867"/>
    <w:rsid w:val="00CE4404"/>
    <w:rsid w:val="00CE5111"/>
    <w:rsid w:val="00CE5A59"/>
    <w:rsid w:val="00CE5E59"/>
    <w:rsid w:val="00CF2F36"/>
    <w:rsid w:val="00CF580E"/>
    <w:rsid w:val="00CF62AB"/>
    <w:rsid w:val="00D20678"/>
    <w:rsid w:val="00D21ADB"/>
    <w:rsid w:val="00D34A1A"/>
    <w:rsid w:val="00D353CD"/>
    <w:rsid w:val="00D36054"/>
    <w:rsid w:val="00D42E9A"/>
    <w:rsid w:val="00D463B7"/>
    <w:rsid w:val="00D46981"/>
    <w:rsid w:val="00D52C70"/>
    <w:rsid w:val="00D55E7F"/>
    <w:rsid w:val="00D562BD"/>
    <w:rsid w:val="00D63429"/>
    <w:rsid w:val="00D674E5"/>
    <w:rsid w:val="00D745F2"/>
    <w:rsid w:val="00D747FD"/>
    <w:rsid w:val="00D87DF7"/>
    <w:rsid w:val="00D87F17"/>
    <w:rsid w:val="00D92AF3"/>
    <w:rsid w:val="00D94B07"/>
    <w:rsid w:val="00DA5AFE"/>
    <w:rsid w:val="00DA7A84"/>
    <w:rsid w:val="00DB161C"/>
    <w:rsid w:val="00DC043C"/>
    <w:rsid w:val="00DC482C"/>
    <w:rsid w:val="00DD2725"/>
    <w:rsid w:val="00DD62B2"/>
    <w:rsid w:val="00DD6D69"/>
    <w:rsid w:val="00DE45AD"/>
    <w:rsid w:val="00DE5673"/>
    <w:rsid w:val="00DE7AB1"/>
    <w:rsid w:val="00DF0AA5"/>
    <w:rsid w:val="00E04D61"/>
    <w:rsid w:val="00E120CC"/>
    <w:rsid w:val="00E13387"/>
    <w:rsid w:val="00E13FE0"/>
    <w:rsid w:val="00E20198"/>
    <w:rsid w:val="00E239B7"/>
    <w:rsid w:val="00E2532B"/>
    <w:rsid w:val="00E25D73"/>
    <w:rsid w:val="00E3379A"/>
    <w:rsid w:val="00E353E1"/>
    <w:rsid w:val="00E356CC"/>
    <w:rsid w:val="00E40189"/>
    <w:rsid w:val="00E42729"/>
    <w:rsid w:val="00E430A9"/>
    <w:rsid w:val="00E453F4"/>
    <w:rsid w:val="00E568FB"/>
    <w:rsid w:val="00E63AC7"/>
    <w:rsid w:val="00E71B65"/>
    <w:rsid w:val="00E75CF1"/>
    <w:rsid w:val="00E76BE9"/>
    <w:rsid w:val="00E81D2A"/>
    <w:rsid w:val="00E85B37"/>
    <w:rsid w:val="00E905AE"/>
    <w:rsid w:val="00E94DD3"/>
    <w:rsid w:val="00EA71FA"/>
    <w:rsid w:val="00EB39F1"/>
    <w:rsid w:val="00EC04D8"/>
    <w:rsid w:val="00ED1A63"/>
    <w:rsid w:val="00EE2137"/>
    <w:rsid w:val="00EF1608"/>
    <w:rsid w:val="00EF29D3"/>
    <w:rsid w:val="00F04092"/>
    <w:rsid w:val="00F323E6"/>
    <w:rsid w:val="00F4252D"/>
    <w:rsid w:val="00F42B7D"/>
    <w:rsid w:val="00F4327D"/>
    <w:rsid w:val="00F440AD"/>
    <w:rsid w:val="00F4756A"/>
    <w:rsid w:val="00F500F4"/>
    <w:rsid w:val="00F5440C"/>
    <w:rsid w:val="00F54674"/>
    <w:rsid w:val="00F5680D"/>
    <w:rsid w:val="00F56E55"/>
    <w:rsid w:val="00F6062E"/>
    <w:rsid w:val="00F62EE8"/>
    <w:rsid w:val="00F76BA1"/>
    <w:rsid w:val="00F82B49"/>
    <w:rsid w:val="00F85DFB"/>
    <w:rsid w:val="00FA5FCC"/>
    <w:rsid w:val="00FA7F00"/>
    <w:rsid w:val="00FB178D"/>
    <w:rsid w:val="00FB5123"/>
    <w:rsid w:val="00FF388C"/>
    <w:rsid w:val="00FF57D7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56D7"/>
  <w15:docId w15:val="{42D2CD34-1E08-4D35-AFE5-EC47D601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21ADB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20E2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GlavaZnak">
    <w:name w:val="Glava Znak"/>
    <w:link w:val="Glava"/>
    <w:locked/>
    <w:rsid w:val="00720E2F"/>
    <w:rPr>
      <w:sz w:val="24"/>
      <w:lang w:val="sl-SI" w:eastAsia="en-US" w:bidi="ar-SA"/>
    </w:rPr>
  </w:style>
  <w:style w:type="paragraph" w:styleId="Odstavekseznama">
    <w:name w:val="List Paragraph"/>
    <w:basedOn w:val="Navaden"/>
    <w:uiPriority w:val="34"/>
    <w:qFormat/>
    <w:rsid w:val="00D353CD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3711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3711E"/>
    <w:rPr>
      <w:rFonts w:ascii="Tahoma" w:hAnsi="Tahoma" w:cs="Tahoma"/>
      <w:sz w:val="16"/>
      <w:szCs w:val="16"/>
    </w:rPr>
  </w:style>
  <w:style w:type="character" w:styleId="Poudarek">
    <w:name w:val="Emphasis"/>
    <w:basedOn w:val="Privzetapisavaodstavka"/>
    <w:uiPriority w:val="20"/>
    <w:qFormat/>
    <w:rsid w:val="00EF29D3"/>
    <w:rPr>
      <w:i/>
      <w:iCs/>
    </w:rPr>
  </w:style>
  <w:style w:type="character" w:styleId="Hiperpovezava">
    <w:name w:val="Hyperlink"/>
    <w:basedOn w:val="Privzetapisavaodstavka"/>
    <w:uiPriority w:val="99"/>
    <w:unhideWhenUsed/>
    <w:rsid w:val="00EF29D3"/>
    <w:rPr>
      <w:color w:val="0000FF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5680D"/>
    <w:rPr>
      <w:color w:val="808080"/>
      <w:shd w:val="clear" w:color="auto" w:fill="E6E6E6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5B43EE"/>
    <w:rPr>
      <w:color w:val="808080"/>
      <w:shd w:val="clear" w:color="auto" w:fill="E6E6E6"/>
    </w:rPr>
  </w:style>
  <w:style w:type="character" w:styleId="Nerazreenaomemba">
    <w:name w:val="Unresolved Mention"/>
    <w:basedOn w:val="Privzetapisavaodstavka"/>
    <w:uiPriority w:val="99"/>
    <w:semiHidden/>
    <w:unhideWhenUsed/>
    <w:rsid w:val="003C0C9D"/>
    <w:rPr>
      <w:color w:val="808080"/>
      <w:shd w:val="clear" w:color="auto" w:fill="E6E6E6"/>
    </w:rPr>
  </w:style>
  <w:style w:type="character" w:styleId="Krepko">
    <w:name w:val="Strong"/>
    <w:basedOn w:val="Privzetapisavaodstavka"/>
    <w:qFormat/>
    <w:rsid w:val="00277612"/>
    <w:rPr>
      <w:b/>
      <w:bCs/>
    </w:rPr>
  </w:style>
  <w:style w:type="character" w:styleId="SledenaHiperpovezava">
    <w:name w:val="FollowedHyperlink"/>
    <w:basedOn w:val="Privzetapisavaodstavka"/>
    <w:semiHidden/>
    <w:unhideWhenUsed/>
    <w:rsid w:val="008013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0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jul.e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orjul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orjul.e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glava%20-%20j.j.%20NO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2942-52A8-442A-8447-2DE32421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- j.j. NOVA</Template>
  <TotalTime>1566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nemesis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Urska Marolt</cp:lastModifiedBy>
  <cp:revision>66</cp:revision>
  <cp:lastPrinted>2024-12-10T10:26:00Z</cp:lastPrinted>
  <dcterms:created xsi:type="dcterms:W3CDTF">2024-05-30T06:44:00Z</dcterms:created>
  <dcterms:modified xsi:type="dcterms:W3CDTF">2024-12-10T10:42:00Z</dcterms:modified>
</cp:coreProperties>
</file>