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4EC27" w14:textId="77777777" w:rsidR="00DD1D53" w:rsidRPr="00862001" w:rsidRDefault="00DD1D53">
      <w:pPr>
        <w:rPr>
          <w:sz w:val="22"/>
          <w:szCs w:val="22"/>
        </w:rPr>
      </w:pPr>
    </w:p>
    <w:p w14:paraId="49244745" w14:textId="77777777" w:rsidR="00D7117E" w:rsidRPr="00862001" w:rsidRDefault="00D7117E">
      <w:pPr>
        <w:rPr>
          <w:sz w:val="22"/>
          <w:szCs w:val="22"/>
        </w:rPr>
      </w:pPr>
    </w:p>
    <w:p w14:paraId="0FCEF743" w14:textId="3DF0F5A8" w:rsidR="00D7117E" w:rsidRPr="00F50B32" w:rsidRDefault="00D7117E" w:rsidP="00181857">
      <w:pPr>
        <w:spacing w:line="276" w:lineRule="auto"/>
        <w:jc w:val="center"/>
        <w:rPr>
          <w:b/>
          <w:szCs w:val="24"/>
        </w:rPr>
      </w:pPr>
      <w:r w:rsidRPr="00F50B32">
        <w:rPr>
          <w:b/>
          <w:szCs w:val="24"/>
        </w:rPr>
        <w:t>PRIJAVA NA NAMERO</w:t>
      </w:r>
      <w:r w:rsidR="005C633F" w:rsidRPr="00F50B32">
        <w:rPr>
          <w:b/>
          <w:szCs w:val="24"/>
        </w:rPr>
        <w:t>,</w:t>
      </w:r>
      <w:r w:rsidRPr="00F50B32">
        <w:rPr>
          <w:b/>
          <w:szCs w:val="24"/>
        </w:rPr>
        <w:t xml:space="preserve"> št. </w:t>
      </w:r>
      <w:r w:rsidR="0003089C" w:rsidRPr="00F50B32">
        <w:rPr>
          <w:b/>
          <w:szCs w:val="24"/>
        </w:rPr>
        <w:t>478-00</w:t>
      </w:r>
      <w:r w:rsidR="00C014E4">
        <w:rPr>
          <w:b/>
          <w:szCs w:val="24"/>
        </w:rPr>
        <w:t>36</w:t>
      </w:r>
      <w:r w:rsidR="0003089C" w:rsidRPr="00F50B32">
        <w:rPr>
          <w:b/>
          <w:szCs w:val="24"/>
        </w:rPr>
        <w:t>/202</w:t>
      </w:r>
      <w:r w:rsidR="00C014E4">
        <w:rPr>
          <w:b/>
          <w:szCs w:val="24"/>
        </w:rPr>
        <w:t>5</w:t>
      </w:r>
      <w:r w:rsidR="0003089C" w:rsidRPr="00F50B32">
        <w:rPr>
          <w:b/>
          <w:szCs w:val="24"/>
        </w:rPr>
        <w:t>-</w:t>
      </w:r>
      <w:r w:rsidR="00C014E4">
        <w:rPr>
          <w:b/>
          <w:szCs w:val="24"/>
        </w:rPr>
        <w:t>3</w:t>
      </w:r>
      <w:r w:rsidRPr="00F50B32">
        <w:rPr>
          <w:b/>
          <w:szCs w:val="24"/>
        </w:rPr>
        <w:t xml:space="preserve"> z dne </w:t>
      </w:r>
      <w:r w:rsidR="00C014E4">
        <w:rPr>
          <w:b/>
          <w:szCs w:val="24"/>
        </w:rPr>
        <w:t>27</w:t>
      </w:r>
      <w:r w:rsidR="009921DF" w:rsidRPr="00F50B32">
        <w:rPr>
          <w:b/>
          <w:szCs w:val="24"/>
        </w:rPr>
        <w:t>.</w:t>
      </w:r>
      <w:r w:rsidR="00C014E4">
        <w:rPr>
          <w:b/>
          <w:szCs w:val="24"/>
        </w:rPr>
        <w:t>3</w:t>
      </w:r>
      <w:r w:rsidR="005C633F" w:rsidRPr="00F50B32">
        <w:rPr>
          <w:b/>
          <w:szCs w:val="24"/>
        </w:rPr>
        <w:t>.202</w:t>
      </w:r>
      <w:r w:rsidR="00750D9D">
        <w:rPr>
          <w:b/>
          <w:szCs w:val="24"/>
        </w:rPr>
        <w:t>5</w:t>
      </w:r>
      <w:r w:rsidR="0071433E" w:rsidRPr="00F50B32">
        <w:rPr>
          <w:b/>
          <w:szCs w:val="24"/>
        </w:rPr>
        <w:t>,</w:t>
      </w:r>
    </w:p>
    <w:p w14:paraId="11F08CF9" w14:textId="7B751BFE" w:rsidR="00181857" w:rsidRPr="00F50B32" w:rsidRDefault="00D7117E" w:rsidP="006717AA">
      <w:pPr>
        <w:spacing w:line="276" w:lineRule="auto"/>
        <w:jc w:val="center"/>
        <w:rPr>
          <w:b/>
          <w:szCs w:val="24"/>
        </w:rPr>
      </w:pPr>
      <w:r w:rsidRPr="00F50B32">
        <w:rPr>
          <w:b/>
          <w:szCs w:val="24"/>
        </w:rPr>
        <w:t xml:space="preserve">za </w:t>
      </w:r>
      <w:r w:rsidR="00C014E4">
        <w:rPr>
          <w:b/>
          <w:szCs w:val="24"/>
        </w:rPr>
        <w:t>oddajo zemljišča v najem</w:t>
      </w:r>
      <w:r w:rsidR="006717AA" w:rsidRPr="00F50B32">
        <w:rPr>
          <w:b/>
          <w:szCs w:val="24"/>
        </w:rPr>
        <w:t>:</w:t>
      </w:r>
    </w:p>
    <w:p w14:paraId="545CF8CF" w14:textId="77777777" w:rsidR="006717AA" w:rsidRPr="00F50B32" w:rsidRDefault="006717AA" w:rsidP="006717AA">
      <w:pPr>
        <w:spacing w:line="276" w:lineRule="auto"/>
        <w:jc w:val="center"/>
        <w:rPr>
          <w:b/>
          <w:szCs w:val="24"/>
        </w:rPr>
      </w:pPr>
    </w:p>
    <w:p w14:paraId="17E55697" w14:textId="469AD06B" w:rsidR="00862001" w:rsidRPr="00C866B8" w:rsidRDefault="00261E39" w:rsidP="00C866B8">
      <w:pPr>
        <w:jc w:val="both"/>
        <w:rPr>
          <w:b/>
          <w:bCs/>
        </w:rPr>
      </w:pPr>
      <w:r w:rsidRPr="00C866B8">
        <w:rPr>
          <w:b/>
          <w:bCs/>
          <w:sz w:val="22"/>
          <w:szCs w:val="22"/>
        </w:rPr>
        <w:t xml:space="preserve">zemljišča v velikosti cca. 350 m², ki se nahaja na </w:t>
      </w:r>
      <w:proofErr w:type="spellStart"/>
      <w:r w:rsidRPr="00C866B8">
        <w:rPr>
          <w:b/>
          <w:bCs/>
          <w:sz w:val="22"/>
          <w:szCs w:val="22"/>
        </w:rPr>
        <w:t>parc</w:t>
      </w:r>
      <w:proofErr w:type="spellEnd"/>
      <w:r w:rsidRPr="00C866B8">
        <w:rPr>
          <w:b/>
          <w:bCs/>
          <w:sz w:val="22"/>
          <w:szCs w:val="22"/>
        </w:rPr>
        <w:t xml:space="preserve">. št. 1586/4 </w:t>
      </w:r>
      <w:proofErr w:type="spellStart"/>
      <w:r w:rsidRPr="00C866B8">
        <w:rPr>
          <w:b/>
          <w:bCs/>
          <w:sz w:val="22"/>
          <w:szCs w:val="22"/>
        </w:rPr>
        <w:t>k.o</w:t>
      </w:r>
      <w:proofErr w:type="spellEnd"/>
      <w:r w:rsidRPr="00C866B8">
        <w:rPr>
          <w:b/>
          <w:bCs/>
          <w:sz w:val="22"/>
          <w:szCs w:val="22"/>
        </w:rPr>
        <w:t>. 1992 Horjul</w:t>
      </w:r>
      <w:r w:rsidR="00C866B8" w:rsidRPr="00C866B8">
        <w:rPr>
          <w:b/>
          <w:bCs/>
        </w:rPr>
        <w:t xml:space="preserve">, </w:t>
      </w:r>
      <w:r w:rsidR="00EC2BB9" w:rsidRPr="00C866B8">
        <w:rPr>
          <w:b/>
          <w:bCs/>
        </w:rPr>
        <w:t xml:space="preserve">primarno namenjenega kot </w:t>
      </w:r>
      <w:r w:rsidRPr="00C866B8">
        <w:rPr>
          <w:b/>
          <w:bCs/>
          <w:sz w:val="22"/>
          <w:szCs w:val="22"/>
        </w:rPr>
        <w:t>odprt skladiščni prostor</w:t>
      </w:r>
    </w:p>
    <w:p w14:paraId="54379853" w14:textId="77777777" w:rsidR="00862001" w:rsidRPr="00F50B32" w:rsidRDefault="00862001" w:rsidP="00862001">
      <w:pPr>
        <w:jc w:val="both"/>
      </w:pPr>
    </w:p>
    <w:p w14:paraId="53A6AB07" w14:textId="406077C4" w:rsidR="000E3443" w:rsidRPr="00F50B32" w:rsidRDefault="000E3443" w:rsidP="000E3443">
      <w:pPr>
        <w:pStyle w:val="Odstavekseznama"/>
        <w:ind w:left="0"/>
        <w:jc w:val="both"/>
      </w:pPr>
      <w:r w:rsidRPr="00F50B32">
        <w:rPr>
          <w:szCs w:val="24"/>
        </w:rPr>
        <w:t>Javljamo se na namero mesečnega najema zgoraj naveden</w:t>
      </w:r>
      <w:r w:rsidR="003F20FE" w:rsidRPr="00F50B32">
        <w:rPr>
          <w:szCs w:val="24"/>
        </w:rPr>
        <w:t xml:space="preserve">ega večnamenskega kontejnerja </w:t>
      </w:r>
      <w:r w:rsidRPr="00F50B32">
        <w:rPr>
          <w:szCs w:val="24"/>
        </w:rPr>
        <w:t xml:space="preserve">v višini </w:t>
      </w:r>
      <w:r w:rsidR="0088215D" w:rsidRPr="00F50B32">
        <w:rPr>
          <w:szCs w:val="24"/>
        </w:rPr>
        <w:t>__</w:t>
      </w:r>
      <w:r w:rsidRPr="00F50B32">
        <w:rPr>
          <w:szCs w:val="24"/>
        </w:rPr>
        <w:t>________</w:t>
      </w:r>
      <w:r w:rsidR="00685E19" w:rsidRPr="00F50B32">
        <w:rPr>
          <w:szCs w:val="24"/>
        </w:rPr>
        <w:t xml:space="preserve">* </w:t>
      </w:r>
      <w:r w:rsidRPr="00F50B32">
        <w:rPr>
          <w:b/>
          <w:bCs/>
          <w:szCs w:val="24"/>
        </w:rPr>
        <w:t>EUR/prostor (cena brez DDV)</w:t>
      </w:r>
      <w:r w:rsidR="002724EA" w:rsidRPr="00F50B32">
        <w:rPr>
          <w:szCs w:val="24"/>
        </w:rPr>
        <w:t>.</w:t>
      </w:r>
    </w:p>
    <w:p w14:paraId="6E1B3F55" w14:textId="77777777" w:rsidR="00715D50" w:rsidRPr="00F50B32" w:rsidRDefault="00715D50" w:rsidP="000E3443">
      <w:pPr>
        <w:pStyle w:val="Odstavekseznama"/>
        <w:ind w:left="0"/>
        <w:jc w:val="both"/>
      </w:pPr>
    </w:p>
    <w:p w14:paraId="58BDB373" w14:textId="26022FA7" w:rsidR="00FF525D" w:rsidRPr="00F50B32" w:rsidRDefault="00685E19" w:rsidP="00685E19">
      <w:pPr>
        <w:jc w:val="both"/>
        <w:rPr>
          <w:i/>
          <w:iCs/>
        </w:rPr>
      </w:pPr>
      <w:r w:rsidRPr="00F50B32">
        <w:rPr>
          <w:i/>
          <w:iCs/>
        </w:rPr>
        <w:t xml:space="preserve">* najnižji ponujeni znesek je </w:t>
      </w:r>
      <w:r w:rsidR="00924470">
        <w:rPr>
          <w:i/>
          <w:iCs/>
        </w:rPr>
        <w:t>225</w:t>
      </w:r>
      <w:r w:rsidRPr="00F50B32">
        <w:rPr>
          <w:i/>
          <w:iCs/>
        </w:rPr>
        <w:t>,00 EUR/prostor</w:t>
      </w:r>
      <w:r w:rsidR="00715D50" w:rsidRPr="00F50B32">
        <w:rPr>
          <w:i/>
          <w:iCs/>
        </w:rPr>
        <w:t xml:space="preserve"> (cena brez DDV). Izbran bo ponudnik, ki bo ponudil najvišji znesek za mesečni najem </w:t>
      </w:r>
      <w:r w:rsidR="00CC689C">
        <w:rPr>
          <w:i/>
          <w:iCs/>
        </w:rPr>
        <w:t>zemljišča</w:t>
      </w:r>
      <w:r w:rsidR="00715D50" w:rsidRPr="00F50B32">
        <w:rPr>
          <w:i/>
          <w:iCs/>
        </w:rPr>
        <w:t xml:space="preserve">. Če bo več ponudnikov ponudilo enak znesek za mesečni najem </w:t>
      </w:r>
      <w:r w:rsidR="006E5B7B">
        <w:rPr>
          <w:i/>
          <w:iCs/>
        </w:rPr>
        <w:t>zemljišča</w:t>
      </w:r>
      <w:r w:rsidR="00715D50" w:rsidRPr="00F50B32">
        <w:rPr>
          <w:i/>
          <w:iCs/>
        </w:rPr>
        <w:t>, bodo sledila še pogajanja.</w:t>
      </w:r>
    </w:p>
    <w:p w14:paraId="17EF5543" w14:textId="77777777" w:rsidR="000E3443" w:rsidRPr="00F50B32" w:rsidRDefault="000E3443" w:rsidP="0088215D">
      <w:pPr>
        <w:spacing w:line="360" w:lineRule="auto"/>
        <w:rPr>
          <w:b/>
          <w:sz w:val="28"/>
          <w:szCs w:val="24"/>
        </w:rPr>
      </w:pPr>
    </w:p>
    <w:p w14:paraId="057D8F8F" w14:textId="77777777" w:rsidR="00D7117E" w:rsidRPr="00F50B32" w:rsidRDefault="00D7117E" w:rsidP="00D7117E">
      <w:pPr>
        <w:jc w:val="both"/>
        <w:rPr>
          <w:szCs w:val="24"/>
        </w:rPr>
      </w:pPr>
      <w:r w:rsidRPr="00F50B32">
        <w:rPr>
          <w:szCs w:val="24"/>
        </w:rPr>
        <w:t>Ime in priimek / naziv pravne osebe: ______________________________________________</w:t>
      </w:r>
    </w:p>
    <w:p w14:paraId="3CF9267C" w14:textId="77777777" w:rsidR="00D7117E" w:rsidRPr="00F50B32" w:rsidRDefault="00D7117E" w:rsidP="00D7117E">
      <w:pPr>
        <w:jc w:val="both"/>
        <w:rPr>
          <w:szCs w:val="24"/>
        </w:rPr>
      </w:pPr>
    </w:p>
    <w:p w14:paraId="3D462C1A" w14:textId="77777777" w:rsidR="00D7117E" w:rsidRPr="00F50B32" w:rsidRDefault="00D7117E" w:rsidP="00D7117E">
      <w:pPr>
        <w:jc w:val="both"/>
        <w:rPr>
          <w:szCs w:val="24"/>
        </w:rPr>
      </w:pPr>
      <w:r w:rsidRPr="00F50B32">
        <w:rPr>
          <w:szCs w:val="24"/>
        </w:rPr>
        <w:t>Naslov: _____________________________________________________________________</w:t>
      </w:r>
    </w:p>
    <w:p w14:paraId="4816BF1B" w14:textId="77777777" w:rsidR="00D7117E" w:rsidRPr="00F50B32" w:rsidRDefault="00D7117E" w:rsidP="00D7117E">
      <w:pPr>
        <w:jc w:val="both"/>
        <w:rPr>
          <w:szCs w:val="24"/>
        </w:rPr>
      </w:pPr>
    </w:p>
    <w:p w14:paraId="2BAE4A99" w14:textId="77777777" w:rsidR="00D7117E" w:rsidRPr="00F50B32" w:rsidRDefault="00D7117E" w:rsidP="00D7117E">
      <w:pPr>
        <w:jc w:val="both"/>
        <w:rPr>
          <w:szCs w:val="24"/>
        </w:rPr>
      </w:pPr>
      <w:r w:rsidRPr="00F50B32">
        <w:rPr>
          <w:szCs w:val="24"/>
        </w:rPr>
        <w:t>Kontaktna oseba</w:t>
      </w:r>
      <w:r w:rsidR="00637FD0" w:rsidRPr="00F50B32">
        <w:rPr>
          <w:szCs w:val="24"/>
        </w:rPr>
        <w:t>: _____________________________________________________________</w:t>
      </w:r>
    </w:p>
    <w:p w14:paraId="5870969D" w14:textId="77777777" w:rsidR="00637FD0" w:rsidRPr="00F50B32" w:rsidRDefault="00637FD0" w:rsidP="00D7117E">
      <w:pPr>
        <w:jc w:val="both"/>
        <w:rPr>
          <w:szCs w:val="24"/>
        </w:rPr>
      </w:pPr>
    </w:p>
    <w:p w14:paraId="724EE65D" w14:textId="77777777" w:rsidR="00637FD0" w:rsidRPr="00F50B32" w:rsidRDefault="00637FD0" w:rsidP="00D7117E">
      <w:pPr>
        <w:jc w:val="both"/>
        <w:rPr>
          <w:szCs w:val="24"/>
        </w:rPr>
      </w:pPr>
      <w:r w:rsidRPr="00F50B32">
        <w:rPr>
          <w:szCs w:val="24"/>
        </w:rPr>
        <w:t>E</w:t>
      </w:r>
      <w:r w:rsidR="006078AB" w:rsidRPr="00F50B32">
        <w:rPr>
          <w:szCs w:val="24"/>
        </w:rPr>
        <w:t>-</w:t>
      </w:r>
      <w:r w:rsidRPr="00F50B32">
        <w:rPr>
          <w:szCs w:val="24"/>
        </w:rPr>
        <w:t>naslov kontaktne osebe: ______________________________________________</w:t>
      </w:r>
      <w:r w:rsidR="00E61EF3" w:rsidRPr="00F50B32">
        <w:rPr>
          <w:szCs w:val="24"/>
        </w:rPr>
        <w:t>________</w:t>
      </w:r>
    </w:p>
    <w:p w14:paraId="57E87C1D" w14:textId="77777777" w:rsidR="00637FD0" w:rsidRPr="00F50B32" w:rsidRDefault="00637FD0" w:rsidP="00D7117E">
      <w:pPr>
        <w:jc w:val="both"/>
        <w:rPr>
          <w:szCs w:val="24"/>
        </w:rPr>
      </w:pPr>
    </w:p>
    <w:p w14:paraId="0CEE47F8" w14:textId="77777777" w:rsidR="00637FD0" w:rsidRPr="00F50B32" w:rsidRDefault="00637FD0" w:rsidP="00D7117E">
      <w:pPr>
        <w:jc w:val="both"/>
        <w:rPr>
          <w:szCs w:val="24"/>
        </w:rPr>
      </w:pPr>
      <w:r w:rsidRPr="00F50B32">
        <w:rPr>
          <w:szCs w:val="24"/>
        </w:rPr>
        <w:t>Telefon: ____________________________________________________________________</w:t>
      </w:r>
    </w:p>
    <w:p w14:paraId="6DC55840" w14:textId="77777777" w:rsidR="00637FD0" w:rsidRPr="00F50B32" w:rsidRDefault="00637FD0" w:rsidP="00D7117E">
      <w:pPr>
        <w:jc w:val="both"/>
        <w:rPr>
          <w:szCs w:val="24"/>
        </w:rPr>
      </w:pPr>
    </w:p>
    <w:p w14:paraId="56598A4E" w14:textId="77777777" w:rsidR="00637FD0" w:rsidRPr="00F50B32" w:rsidRDefault="00637FD0" w:rsidP="00D7117E">
      <w:pPr>
        <w:jc w:val="both"/>
        <w:rPr>
          <w:szCs w:val="24"/>
        </w:rPr>
      </w:pPr>
    </w:p>
    <w:p w14:paraId="441BA7E7" w14:textId="7004E84E" w:rsidR="00637FD0" w:rsidRPr="00F50B32" w:rsidRDefault="00637FD0" w:rsidP="00D7117E">
      <w:pPr>
        <w:jc w:val="both"/>
        <w:rPr>
          <w:szCs w:val="24"/>
        </w:rPr>
      </w:pPr>
      <w:r w:rsidRPr="00F50B32">
        <w:rPr>
          <w:szCs w:val="24"/>
        </w:rPr>
        <w:t>Izjavljam, da sem skrbno pregledal(a) vsebino namere o sklenitvi neposredne pogodbe</w:t>
      </w:r>
      <w:r w:rsidR="005C633F" w:rsidRPr="00F50B32">
        <w:rPr>
          <w:szCs w:val="24"/>
        </w:rPr>
        <w:t>,</w:t>
      </w:r>
      <w:r w:rsidRPr="00F50B32">
        <w:rPr>
          <w:szCs w:val="24"/>
        </w:rPr>
        <w:t xml:space="preserve"> št. </w:t>
      </w:r>
      <w:r w:rsidR="00430654" w:rsidRPr="00F50B32">
        <w:rPr>
          <w:b/>
          <w:szCs w:val="24"/>
        </w:rPr>
        <w:t>478-00</w:t>
      </w:r>
      <w:r w:rsidR="00430654">
        <w:rPr>
          <w:b/>
          <w:szCs w:val="24"/>
        </w:rPr>
        <w:t>36</w:t>
      </w:r>
      <w:r w:rsidR="00430654" w:rsidRPr="00F50B32">
        <w:rPr>
          <w:b/>
          <w:szCs w:val="24"/>
        </w:rPr>
        <w:t>/202</w:t>
      </w:r>
      <w:r w:rsidR="00430654">
        <w:rPr>
          <w:b/>
          <w:szCs w:val="24"/>
        </w:rPr>
        <w:t>5</w:t>
      </w:r>
      <w:r w:rsidR="00430654" w:rsidRPr="00F50B32">
        <w:rPr>
          <w:b/>
          <w:szCs w:val="24"/>
        </w:rPr>
        <w:t>-</w:t>
      </w:r>
      <w:r w:rsidR="00430654">
        <w:rPr>
          <w:b/>
          <w:szCs w:val="24"/>
        </w:rPr>
        <w:t>3</w:t>
      </w:r>
      <w:r w:rsidR="006A50D1" w:rsidRPr="00F50B32">
        <w:rPr>
          <w:b/>
          <w:szCs w:val="24"/>
        </w:rPr>
        <w:t xml:space="preserve"> </w:t>
      </w:r>
      <w:r w:rsidRPr="00F50B32">
        <w:rPr>
          <w:szCs w:val="24"/>
        </w:rPr>
        <w:t xml:space="preserve"> z dne </w:t>
      </w:r>
      <w:r w:rsidR="00430654">
        <w:rPr>
          <w:szCs w:val="24"/>
        </w:rPr>
        <w:t>27</w:t>
      </w:r>
      <w:r w:rsidR="009921DF" w:rsidRPr="00F50B32">
        <w:rPr>
          <w:szCs w:val="24"/>
        </w:rPr>
        <w:t>.</w:t>
      </w:r>
      <w:r w:rsidR="00430654">
        <w:rPr>
          <w:szCs w:val="24"/>
        </w:rPr>
        <w:t>3</w:t>
      </w:r>
      <w:r w:rsidR="005C633F" w:rsidRPr="00F50B32">
        <w:rPr>
          <w:szCs w:val="24"/>
        </w:rPr>
        <w:t>.202</w:t>
      </w:r>
      <w:r w:rsidR="00430654">
        <w:rPr>
          <w:szCs w:val="24"/>
        </w:rPr>
        <w:t>5</w:t>
      </w:r>
      <w:r w:rsidRPr="00F50B32">
        <w:rPr>
          <w:szCs w:val="24"/>
        </w:rPr>
        <w:t xml:space="preserve">, in da sem z njo seznanjen(a) ter jo sprejemam v celoti. Izjavljam, da mi je stanje </w:t>
      </w:r>
      <w:r w:rsidR="00F50B32" w:rsidRPr="00F50B32">
        <w:rPr>
          <w:szCs w:val="24"/>
        </w:rPr>
        <w:t>predmeta pogodbe</w:t>
      </w:r>
      <w:r w:rsidRPr="00F50B32">
        <w:rPr>
          <w:szCs w:val="24"/>
        </w:rPr>
        <w:t xml:space="preserve"> v naravi poznano in da sem seznanjen(a) s tem, da se bo pogodba sklenila na način videno - najeto. V skladu</w:t>
      </w:r>
      <w:r w:rsidR="00F671B6" w:rsidRPr="00F50B32">
        <w:rPr>
          <w:szCs w:val="24"/>
        </w:rPr>
        <w:t xml:space="preserve"> s tem se v predpisanem roku prijavljam na namero.</w:t>
      </w:r>
    </w:p>
    <w:p w14:paraId="74053363" w14:textId="77777777" w:rsidR="00F671B6" w:rsidRPr="00F50B32" w:rsidRDefault="00F671B6" w:rsidP="00D7117E">
      <w:pPr>
        <w:jc w:val="both"/>
        <w:rPr>
          <w:szCs w:val="24"/>
        </w:rPr>
      </w:pPr>
    </w:p>
    <w:p w14:paraId="37820667" w14:textId="77777777" w:rsidR="00F671B6" w:rsidRPr="00F50B32" w:rsidRDefault="00F671B6" w:rsidP="00D7117E">
      <w:pPr>
        <w:jc w:val="both"/>
        <w:rPr>
          <w:szCs w:val="24"/>
        </w:rPr>
      </w:pPr>
    </w:p>
    <w:p w14:paraId="123C8100" w14:textId="77777777" w:rsidR="00F671B6" w:rsidRPr="00F50B32" w:rsidRDefault="00F671B6" w:rsidP="00F671B6">
      <w:pPr>
        <w:jc w:val="both"/>
        <w:rPr>
          <w:color w:val="000000" w:themeColor="text1"/>
          <w:szCs w:val="24"/>
        </w:rPr>
      </w:pPr>
      <w:r w:rsidRPr="00F50B32">
        <w:rPr>
          <w:color w:val="000000" w:themeColor="text1"/>
          <w:szCs w:val="24"/>
        </w:rPr>
        <w:t>Kraj in datum:</w:t>
      </w:r>
    </w:p>
    <w:p w14:paraId="362D9FD6" w14:textId="77777777" w:rsidR="00F671B6" w:rsidRPr="00F50B32" w:rsidRDefault="00F671B6" w:rsidP="00D7117E">
      <w:pPr>
        <w:jc w:val="both"/>
        <w:rPr>
          <w:color w:val="000000" w:themeColor="text1"/>
          <w:szCs w:val="24"/>
        </w:rPr>
      </w:pPr>
    </w:p>
    <w:p w14:paraId="6E9A978C" w14:textId="1E5F1BCC" w:rsidR="00F671B6" w:rsidRPr="00F50B32" w:rsidRDefault="00F671B6" w:rsidP="00D7117E">
      <w:pPr>
        <w:jc w:val="both"/>
        <w:rPr>
          <w:color w:val="000000" w:themeColor="text1"/>
          <w:szCs w:val="24"/>
        </w:rPr>
      </w:pPr>
      <w:r w:rsidRPr="00F50B32">
        <w:rPr>
          <w:color w:val="000000" w:themeColor="text1"/>
          <w:szCs w:val="24"/>
        </w:rPr>
        <w:t>_________________________________</w:t>
      </w:r>
    </w:p>
    <w:p w14:paraId="3BB4CF05" w14:textId="77777777" w:rsidR="00F671B6" w:rsidRPr="00F50B32" w:rsidRDefault="00F671B6" w:rsidP="00D7117E">
      <w:pPr>
        <w:jc w:val="both"/>
        <w:rPr>
          <w:color w:val="000000" w:themeColor="text1"/>
          <w:szCs w:val="24"/>
        </w:rPr>
      </w:pPr>
    </w:p>
    <w:p w14:paraId="2276C1B8" w14:textId="77777777" w:rsidR="00F671B6" w:rsidRPr="00F50B32" w:rsidRDefault="00F671B6" w:rsidP="00F671B6">
      <w:pPr>
        <w:ind w:left="4248" w:firstLine="708"/>
        <w:jc w:val="both"/>
        <w:rPr>
          <w:color w:val="000000" w:themeColor="text1"/>
          <w:szCs w:val="24"/>
        </w:rPr>
      </w:pPr>
      <w:r w:rsidRPr="00F50B32">
        <w:rPr>
          <w:color w:val="000000" w:themeColor="text1"/>
          <w:szCs w:val="24"/>
        </w:rPr>
        <w:t xml:space="preserve">Podpis: </w:t>
      </w:r>
    </w:p>
    <w:p w14:paraId="40F26D96" w14:textId="77777777" w:rsidR="00F671B6" w:rsidRPr="00F50B32" w:rsidRDefault="00F671B6" w:rsidP="00D7117E">
      <w:pPr>
        <w:jc w:val="both"/>
        <w:rPr>
          <w:color w:val="000000" w:themeColor="text1"/>
          <w:szCs w:val="24"/>
        </w:rPr>
      </w:pPr>
    </w:p>
    <w:p w14:paraId="2F62E0BF" w14:textId="77777777" w:rsidR="00F671B6" w:rsidRPr="00F671B6" w:rsidRDefault="00F671B6" w:rsidP="00F671B6">
      <w:pPr>
        <w:ind w:left="4956"/>
        <w:jc w:val="both"/>
        <w:rPr>
          <w:color w:val="000000" w:themeColor="text1"/>
          <w:szCs w:val="24"/>
        </w:rPr>
      </w:pPr>
      <w:r w:rsidRPr="00F50B32">
        <w:rPr>
          <w:color w:val="000000" w:themeColor="text1"/>
          <w:szCs w:val="24"/>
        </w:rPr>
        <w:t>__________________________________</w:t>
      </w:r>
    </w:p>
    <w:sectPr w:rsidR="00F671B6" w:rsidRPr="00F671B6" w:rsidSect="004E196F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F7A40" w14:textId="77777777" w:rsidR="002409AC" w:rsidRDefault="002409AC" w:rsidP="00B4668F">
      <w:r>
        <w:separator/>
      </w:r>
    </w:p>
  </w:endnote>
  <w:endnote w:type="continuationSeparator" w:id="0">
    <w:p w14:paraId="41B4F6C3" w14:textId="77777777" w:rsidR="002409AC" w:rsidRDefault="002409AC" w:rsidP="00B4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4BD46" w14:textId="77777777" w:rsidR="002409AC" w:rsidRDefault="002409AC" w:rsidP="00B4668F">
      <w:r>
        <w:separator/>
      </w:r>
    </w:p>
  </w:footnote>
  <w:footnote w:type="continuationSeparator" w:id="0">
    <w:p w14:paraId="7B80A444" w14:textId="77777777" w:rsidR="002409AC" w:rsidRDefault="002409AC" w:rsidP="00B46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245"/>
    </w:tblGrid>
    <w:tr w:rsidR="004E196F" w14:paraId="142A7D38" w14:textId="77777777" w:rsidTr="001E25EA">
      <w:tc>
        <w:tcPr>
          <w:tcW w:w="1913" w:type="dxa"/>
        </w:tcPr>
        <w:p w14:paraId="6F9B59BD" w14:textId="77777777" w:rsidR="004E196F" w:rsidRDefault="004E196F" w:rsidP="001E25EA">
          <w:pPr>
            <w:pStyle w:val="Glava"/>
          </w:pPr>
        </w:p>
      </w:tc>
      <w:tc>
        <w:tcPr>
          <w:tcW w:w="5245" w:type="dxa"/>
        </w:tcPr>
        <w:p w14:paraId="35CE98A7" w14:textId="77777777" w:rsidR="004E196F" w:rsidRDefault="00863C55" w:rsidP="001E25EA">
          <w:pPr>
            <w:jc w:val="center"/>
            <w:rPr>
              <w:rFonts w:ascii="Arial" w:hAnsi="Arial"/>
              <w:sz w:val="28"/>
            </w:rPr>
          </w:pPr>
          <w:r>
            <w:rPr>
              <w:rFonts w:ascii="Arial" w:hAnsi="Arial"/>
              <w:noProof/>
              <w:sz w:val="28"/>
              <w:shd w:val="pct5" w:color="auto" w:fill="FFFFFF"/>
            </w:rPr>
            <w:object w:dxaOrig="1440" w:dyaOrig="1440" w14:anchorId="6FCF957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left:0;text-align:left;margin-left:8.3pt;margin-top:3.3pt;width:47.05pt;height:55.95pt;z-index:-251658752;visibility:visible;mso-wrap-edited:f;mso-position-horizontal-relative:text;mso-position-vertical-relative:text" wrapcoords="-343 0 -343 21312 21600 21312 21600 0 -343 0" o:allowincell="f">
                <v:imagedata r:id="rId1" o:title=""/>
                <w10:wrap type="square"/>
              </v:shape>
              <o:OLEObject Type="Embed" ProgID="Word.Picture.8" ShapeID="_x0000_s2050" DrawAspect="Content" ObjectID="_1805179351" r:id="rId2"/>
            </w:object>
          </w:r>
          <w:r w:rsidR="004E196F">
            <w:rPr>
              <w:rFonts w:ascii="Arial" w:hAnsi="Arial"/>
              <w:sz w:val="28"/>
              <w:shd w:val="pct5" w:color="auto" w:fill="FFFFFF"/>
            </w:rPr>
            <w:t>OBČINA HORJUL</w:t>
          </w:r>
        </w:p>
        <w:p w14:paraId="51C31536" w14:textId="77777777" w:rsidR="004E196F" w:rsidRDefault="004E196F" w:rsidP="001E25EA">
          <w:pPr>
            <w:jc w:val="center"/>
            <w:rPr>
              <w:color w:val="000000"/>
            </w:rPr>
          </w:pPr>
          <w:r>
            <w:rPr>
              <w:color w:val="000000"/>
            </w:rPr>
            <w:t>Občinski trg 1</w:t>
          </w:r>
        </w:p>
        <w:p w14:paraId="44118A97" w14:textId="77777777" w:rsidR="004E196F" w:rsidRDefault="004E196F" w:rsidP="001E25EA">
          <w:pPr>
            <w:jc w:val="center"/>
            <w:rPr>
              <w:rFonts w:ascii="Arial" w:hAnsi="Arial"/>
            </w:rPr>
          </w:pPr>
          <w:r>
            <w:t>1354 HORJUL</w:t>
          </w:r>
        </w:p>
        <w:p w14:paraId="6FFE91C1" w14:textId="77777777" w:rsidR="004E196F" w:rsidRDefault="004E196F" w:rsidP="001E25EA">
          <w:pPr>
            <w:pStyle w:val="Glava"/>
            <w:jc w:val="center"/>
          </w:pPr>
          <w:r>
            <w:rPr>
              <w:rFonts w:ascii="Wingdings" w:hAnsi="Wingdings"/>
              <w:snapToGrid w:val="0"/>
              <w:shd w:val="pct5" w:color="auto" w:fill="FFFFFF"/>
              <w:lang w:eastAsia="sl-SI"/>
            </w:rPr>
            <w:t></w:t>
          </w:r>
          <w:r>
            <w:rPr>
              <w:shd w:val="pct5" w:color="auto" w:fill="FFFFFF"/>
            </w:rPr>
            <w:t xml:space="preserve">(01) 7591 120, </w:t>
          </w:r>
          <w:r>
            <w:rPr>
              <w:rFonts w:ascii="Webdings" w:hAnsi="Webdings"/>
              <w:snapToGrid w:val="0"/>
              <w:shd w:val="pct5" w:color="auto" w:fill="FFFFFF"/>
              <w:lang w:eastAsia="sl-SI"/>
            </w:rPr>
            <w:t></w:t>
          </w:r>
          <w:r>
            <w:rPr>
              <w:shd w:val="pct5" w:color="auto" w:fill="FFFFFF"/>
            </w:rPr>
            <w:t>(01) 7591 130</w:t>
          </w:r>
          <w:r>
            <w:rPr>
              <w:shd w:val="pct5" w:color="auto" w:fill="FFFFFF"/>
            </w:rPr>
            <w:br/>
            <w:t>www.horjul.si</w:t>
          </w:r>
        </w:p>
      </w:tc>
    </w:tr>
  </w:tbl>
  <w:p w14:paraId="3D129A98" w14:textId="77777777" w:rsidR="004E196F" w:rsidRDefault="004E196F" w:rsidP="004E19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E2407"/>
    <w:multiLevelType w:val="hybridMultilevel"/>
    <w:tmpl w:val="4B2EA0B8"/>
    <w:lvl w:ilvl="0" w:tplc="181C72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96FD8"/>
    <w:multiLevelType w:val="hybridMultilevel"/>
    <w:tmpl w:val="5502B1A4"/>
    <w:lvl w:ilvl="0" w:tplc="16785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460FC"/>
    <w:multiLevelType w:val="hybridMultilevel"/>
    <w:tmpl w:val="F7D8BA98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C4932"/>
    <w:multiLevelType w:val="hybridMultilevel"/>
    <w:tmpl w:val="D2BC0BC2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592F82"/>
    <w:multiLevelType w:val="hybridMultilevel"/>
    <w:tmpl w:val="ADFAC6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059971">
    <w:abstractNumId w:val="1"/>
  </w:num>
  <w:num w:numId="2" w16cid:durableId="416825511">
    <w:abstractNumId w:val="0"/>
  </w:num>
  <w:num w:numId="3" w16cid:durableId="1641960379">
    <w:abstractNumId w:val="4"/>
  </w:num>
  <w:num w:numId="4" w16cid:durableId="1444806881">
    <w:abstractNumId w:val="3"/>
  </w:num>
  <w:num w:numId="5" w16cid:durableId="1653213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28E"/>
    <w:rsid w:val="000012B2"/>
    <w:rsid w:val="00015A37"/>
    <w:rsid w:val="0003089C"/>
    <w:rsid w:val="000345A5"/>
    <w:rsid w:val="00053F3E"/>
    <w:rsid w:val="00060103"/>
    <w:rsid w:val="00067873"/>
    <w:rsid w:val="000867D8"/>
    <w:rsid w:val="000945BB"/>
    <w:rsid w:val="000A0CA7"/>
    <w:rsid w:val="000D55EC"/>
    <w:rsid w:val="000E0040"/>
    <w:rsid w:val="000E1395"/>
    <w:rsid w:val="000E3443"/>
    <w:rsid w:val="000F4BCC"/>
    <w:rsid w:val="000F721E"/>
    <w:rsid w:val="001108C7"/>
    <w:rsid w:val="00113373"/>
    <w:rsid w:val="00115AC3"/>
    <w:rsid w:val="00127479"/>
    <w:rsid w:val="00133383"/>
    <w:rsid w:val="00136A10"/>
    <w:rsid w:val="0014657D"/>
    <w:rsid w:val="00181857"/>
    <w:rsid w:val="001846E5"/>
    <w:rsid w:val="001961D4"/>
    <w:rsid w:val="001A38DF"/>
    <w:rsid w:val="001A608F"/>
    <w:rsid w:val="001E4053"/>
    <w:rsid w:val="00216636"/>
    <w:rsid w:val="002409AC"/>
    <w:rsid w:val="00261E39"/>
    <w:rsid w:val="002724EA"/>
    <w:rsid w:val="00277D8B"/>
    <w:rsid w:val="002A3703"/>
    <w:rsid w:val="002C79EA"/>
    <w:rsid w:val="002C7B5C"/>
    <w:rsid w:val="002F79F3"/>
    <w:rsid w:val="00300B1D"/>
    <w:rsid w:val="00302A0A"/>
    <w:rsid w:val="00325B70"/>
    <w:rsid w:val="0034718D"/>
    <w:rsid w:val="00370EE2"/>
    <w:rsid w:val="00371CDB"/>
    <w:rsid w:val="003C5C2B"/>
    <w:rsid w:val="003D1822"/>
    <w:rsid w:val="003F20FE"/>
    <w:rsid w:val="003F24E7"/>
    <w:rsid w:val="003F41BF"/>
    <w:rsid w:val="003F6A06"/>
    <w:rsid w:val="00405AB9"/>
    <w:rsid w:val="00412B6A"/>
    <w:rsid w:val="00414F17"/>
    <w:rsid w:val="00430654"/>
    <w:rsid w:val="00446F07"/>
    <w:rsid w:val="00454239"/>
    <w:rsid w:val="004B21D2"/>
    <w:rsid w:val="004B51B7"/>
    <w:rsid w:val="004B58CF"/>
    <w:rsid w:val="004E196F"/>
    <w:rsid w:val="0050471C"/>
    <w:rsid w:val="00506CFE"/>
    <w:rsid w:val="005226DB"/>
    <w:rsid w:val="005246EC"/>
    <w:rsid w:val="00527D43"/>
    <w:rsid w:val="00581BDC"/>
    <w:rsid w:val="0058703E"/>
    <w:rsid w:val="005C4DF2"/>
    <w:rsid w:val="005C633F"/>
    <w:rsid w:val="005E10E2"/>
    <w:rsid w:val="005E1CEB"/>
    <w:rsid w:val="006078AB"/>
    <w:rsid w:val="00635097"/>
    <w:rsid w:val="00637FD0"/>
    <w:rsid w:val="006717AA"/>
    <w:rsid w:val="00682799"/>
    <w:rsid w:val="00685E19"/>
    <w:rsid w:val="0068779D"/>
    <w:rsid w:val="006A18A8"/>
    <w:rsid w:val="006A50D1"/>
    <w:rsid w:val="006E34AD"/>
    <w:rsid w:val="006E5280"/>
    <w:rsid w:val="006E5B7B"/>
    <w:rsid w:val="006E5DB9"/>
    <w:rsid w:val="006E7B2A"/>
    <w:rsid w:val="006F4ACC"/>
    <w:rsid w:val="006F59F5"/>
    <w:rsid w:val="0070618C"/>
    <w:rsid w:val="0071433E"/>
    <w:rsid w:val="00715D50"/>
    <w:rsid w:val="00723338"/>
    <w:rsid w:val="007452DF"/>
    <w:rsid w:val="007466AC"/>
    <w:rsid w:val="00750D9D"/>
    <w:rsid w:val="0075107D"/>
    <w:rsid w:val="00770CE0"/>
    <w:rsid w:val="00770E91"/>
    <w:rsid w:val="00785CEB"/>
    <w:rsid w:val="007B6D1E"/>
    <w:rsid w:val="007E53C6"/>
    <w:rsid w:val="00815B8F"/>
    <w:rsid w:val="00821D99"/>
    <w:rsid w:val="00830731"/>
    <w:rsid w:val="00862001"/>
    <w:rsid w:val="00863C55"/>
    <w:rsid w:val="0088215D"/>
    <w:rsid w:val="0088331E"/>
    <w:rsid w:val="008847EE"/>
    <w:rsid w:val="008A5D26"/>
    <w:rsid w:val="008B12E3"/>
    <w:rsid w:val="008E4FE1"/>
    <w:rsid w:val="008F3E5F"/>
    <w:rsid w:val="00903784"/>
    <w:rsid w:val="00921793"/>
    <w:rsid w:val="00924470"/>
    <w:rsid w:val="0093183C"/>
    <w:rsid w:val="00937E00"/>
    <w:rsid w:val="0094479E"/>
    <w:rsid w:val="009574DD"/>
    <w:rsid w:val="00963D81"/>
    <w:rsid w:val="00985B18"/>
    <w:rsid w:val="009921DF"/>
    <w:rsid w:val="009B06CC"/>
    <w:rsid w:val="009B09E5"/>
    <w:rsid w:val="00A17D8B"/>
    <w:rsid w:val="00A458C4"/>
    <w:rsid w:val="00A73BF1"/>
    <w:rsid w:val="00A9752B"/>
    <w:rsid w:val="00AD322F"/>
    <w:rsid w:val="00B33005"/>
    <w:rsid w:val="00B44644"/>
    <w:rsid w:val="00B4668F"/>
    <w:rsid w:val="00B510BF"/>
    <w:rsid w:val="00B53923"/>
    <w:rsid w:val="00BF2846"/>
    <w:rsid w:val="00C014E4"/>
    <w:rsid w:val="00C147D8"/>
    <w:rsid w:val="00C155AD"/>
    <w:rsid w:val="00C20A86"/>
    <w:rsid w:val="00C234DA"/>
    <w:rsid w:val="00C237F5"/>
    <w:rsid w:val="00C369C9"/>
    <w:rsid w:val="00C41BB6"/>
    <w:rsid w:val="00C52044"/>
    <w:rsid w:val="00C866B8"/>
    <w:rsid w:val="00C907FA"/>
    <w:rsid w:val="00CB002F"/>
    <w:rsid w:val="00CB7AD4"/>
    <w:rsid w:val="00CC19FA"/>
    <w:rsid w:val="00CC689C"/>
    <w:rsid w:val="00CE29B1"/>
    <w:rsid w:val="00D0382E"/>
    <w:rsid w:val="00D14984"/>
    <w:rsid w:val="00D35B55"/>
    <w:rsid w:val="00D361C1"/>
    <w:rsid w:val="00D443D6"/>
    <w:rsid w:val="00D46B5B"/>
    <w:rsid w:val="00D630BA"/>
    <w:rsid w:val="00D7117E"/>
    <w:rsid w:val="00D95EB7"/>
    <w:rsid w:val="00DA5B85"/>
    <w:rsid w:val="00DD1D53"/>
    <w:rsid w:val="00DE3ED2"/>
    <w:rsid w:val="00DF363D"/>
    <w:rsid w:val="00DF7A3D"/>
    <w:rsid w:val="00E04402"/>
    <w:rsid w:val="00E07BC9"/>
    <w:rsid w:val="00E221DE"/>
    <w:rsid w:val="00E35E60"/>
    <w:rsid w:val="00E61EF3"/>
    <w:rsid w:val="00E649A9"/>
    <w:rsid w:val="00E82ADB"/>
    <w:rsid w:val="00EB228E"/>
    <w:rsid w:val="00EB57C1"/>
    <w:rsid w:val="00EC2BB9"/>
    <w:rsid w:val="00EF1DCD"/>
    <w:rsid w:val="00F11F19"/>
    <w:rsid w:val="00F203DD"/>
    <w:rsid w:val="00F2425C"/>
    <w:rsid w:val="00F24CAA"/>
    <w:rsid w:val="00F32871"/>
    <w:rsid w:val="00F50B32"/>
    <w:rsid w:val="00F5235C"/>
    <w:rsid w:val="00F671B6"/>
    <w:rsid w:val="00F70674"/>
    <w:rsid w:val="00F9450B"/>
    <w:rsid w:val="00FA376D"/>
    <w:rsid w:val="00FB0E80"/>
    <w:rsid w:val="00FD2F4B"/>
    <w:rsid w:val="00FF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B258621"/>
  <w15:docId w15:val="{227139EB-7082-4EA6-8F4F-13F4325A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sz w:val="24"/>
      <w:lang w:eastAsia="en-US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sz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4668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4668F"/>
    <w:rPr>
      <w:sz w:val="24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B4668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4668F"/>
    <w:rPr>
      <w:sz w:val="24"/>
      <w:lang w:eastAsia="en-US"/>
    </w:rPr>
  </w:style>
  <w:style w:type="table" w:styleId="Tabelamrea">
    <w:name w:val="Table Grid"/>
    <w:basedOn w:val="Navadnatabela"/>
    <w:uiPriority w:val="59"/>
    <w:rsid w:val="00581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815B8F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85CE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4D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4DD"/>
    <w:rPr>
      <w:rFonts w:ascii="Segoe UI" w:hAnsi="Segoe UI" w:cs="Segoe UI"/>
      <w:sz w:val="18"/>
      <w:szCs w:val="18"/>
      <w:lang w:eastAsia="en-US"/>
    </w:rPr>
  </w:style>
  <w:style w:type="character" w:styleId="Nerazreenaomemba">
    <w:name w:val="Unresolved Mention"/>
    <w:basedOn w:val="Privzetapisavaodstavka"/>
    <w:uiPriority w:val="99"/>
    <w:semiHidden/>
    <w:unhideWhenUsed/>
    <w:rsid w:val="0034718D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0E344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0E3443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0E3443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E344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E344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orabnik\AppData\Roaming\Microsoft\Templates\abc_zupan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abc_zupan</Template>
  <TotalTime>0</TotalTime>
  <Pages>1</Pages>
  <Words>178</Words>
  <Characters>1308</Characters>
  <Application>Microsoft Office Word</Application>
  <DocSecurity>4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Pošilja:</vt:lpstr>
    </vt:vector>
  </TitlesOfParts>
  <Company>Občina Horjul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Pošilja:</dc:title>
  <dc:creator>Uporabnik</dc:creator>
  <cp:lastModifiedBy>Erika Zakelj</cp:lastModifiedBy>
  <cp:revision>2</cp:revision>
  <cp:lastPrinted>2023-12-18T13:03:00Z</cp:lastPrinted>
  <dcterms:created xsi:type="dcterms:W3CDTF">2025-04-03T07:56:00Z</dcterms:created>
  <dcterms:modified xsi:type="dcterms:W3CDTF">2025-04-03T07:56:00Z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tPrint1">
    <vt:bool>true</vt:bool>
  </property>
</Properties>
</file>